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CD0" w:rsidRDefault="003C7CD0" w:rsidP="003C7CD0">
      <w:pPr>
        <w:pStyle w:val="Zhlav"/>
        <w:spacing w:line="360" w:lineRule="auto"/>
      </w:pPr>
    </w:p>
    <w:p w:rsidR="003C7CD0" w:rsidRDefault="003C7CD0" w:rsidP="003C7CD0">
      <w:pPr>
        <w:pStyle w:val="Zhlav"/>
        <w:spacing w:line="360" w:lineRule="auto"/>
        <w:rPr>
          <w:rFonts w:cs="Arial"/>
          <w:b/>
          <w:sz w:val="28"/>
          <w:szCs w:val="28"/>
        </w:rPr>
      </w:pPr>
    </w:p>
    <w:p w:rsidR="003C7CD0" w:rsidRDefault="003C7CD0" w:rsidP="003C7CD0">
      <w:pPr>
        <w:pStyle w:val="Zhlav"/>
        <w:spacing w:line="360" w:lineRule="auto"/>
        <w:rPr>
          <w:rFonts w:cs="Arial"/>
          <w:b/>
          <w:sz w:val="28"/>
          <w:szCs w:val="28"/>
        </w:rPr>
      </w:pPr>
    </w:p>
    <w:p w:rsidR="003C7CD0" w:rsidRPr="004E351D" w:rsidRDefault="003C7CD0" w:rsidP="003C7CD0">
      <w:pPr>
        <w:pStyle w:val="Zhlav"/>
        <w:spacing w:line="360" w:lineRule="auto"/>
        <w:rPr>
          <w:rFonts w:cs="Arial"/>
          <w:b/>
          <w:sz w:val="28"/>
          <w:szCs w:val="28"/>
        </w:rPr>
      </w:pPr>
    </w:p>
    <w:p w:rsidR="003C7CD0" w:rsidRDefault="003C7CD0" w:rsidP="003C7CD0">
      <w:pPr>
        <w:pStyle w:val="Zhlav"/>
        <w:pBdr>
          <w:bottom w:val="single" w:sz="4" w:space="1" w:color="auto"/>
        </w:pBdr>
        <w:jc w:val="right"/>
        <w:rPr>
          <w:rFonts w:cs="Arial"/>
          <w:b/>
          <w:sz w:val="32"/>
          <w:szCs w:val="32"/>
        </w:rPr>
      </w:pPr>
    </w:p>
    <w:p w:rsidR="00CE5A96" w:rsidRPr="00ED52E6" w:rsidRDefault="00CE5A96" w:rsidP="00CE5A96">
      <w:pPr>
        <w:pStyle w:val="Zhlav"/>
        <w:pBdr>
          <w:bottom w:val="single" w:sz="4" w:space="1" w:color="auto"/>
        </w:pBdr>
        <w:spacing w:after="240"/>
        <w:jc w:val="right"/>
        <w:rPr>
          <w:rFonts w:cs="Arial"/>
          <w:spacing w:val="40"/>
          <w:sz w:val="56"/>
          <w:szCs w:val="56"/>
        </w:rPr>
      </w:pPr>
      <w:r>
        <w:rPr>
          <w:rFonts w:cs="Arial"/>
          <w:spacing w:val="40"/>
          <w:sz w:val="56"/>
          <w:szCs w:val="56"/>
        </w:rPr>
        <w:t>NOVÝ BOR</w:t>
      </w:r>
    </w:p>
    <w:p w:rsidR="00CE5A96" w:rsidRPr="0023217D" w:rsidRDefault="00CE5A96" w:rsidP="00CE5A96">
      <w:pPr>
        <w:pStyle w:val="Zhlav"/>
        <w:pBdr>
          <w:bottom w:val="single" w:sz="4" w:space="1" w:color="auto"/>
        </w:pBdr>
        <w:jc w:val="right"/>
        <w:rPr>
          <w:rFonts w:cs="Arial"/>
          <w:b/>
          <w:spacing w:val="40"/>
          <w:sz w:val="40"/>
          <w:szCs w:val="40"/>
        </w:rPr>
      </w:pPr>
      <w:r>
        <w:rPr>
          <w:rFonts w:cs="Arial"/>
          <w:b/>
          <w:spacing w:val="40"/>
          <w:sz w:val="40"/>
          <w:szCs w:val="40"/>
        </w:rPr>
        <w:t>BEZBARIÉROVÝ PŘÍSTUP DO BUDOVY SKLÁŘ</w:t>
      </w:r>
      <w:r w:rsidR="00EE199D">
        <w:rPr>
          <w:rFonts w:cs="Arial"/>
          <w:b/>
          <w:spacing w:val="40"/>
          <w:sz w:val="40"/>
          <w:szCs w:val="40"/>
        </w:rPr>
        <w:t>S</w:t>
      </w:r>
      <w:r>
        <w:rPr>
          <w:rFonts w:cs="Arial"/>
          <w:b/>
          <w:spacing w:val="40"/>
          <w:sz w:val="40"/>
          <w:szCs w:val="40"/>
        </w:rPr>
        <w:t>KÉHO MUZEA, NOVÝ BOR</w:t>
      </w:r>
    </w:p>
    <w:p w:rsidR="00A70BA5" w:rsidRPr="00A70BA5" w:rsidRDefault="00A70BA5" w:rsidP="00A70BA5">
      <w:pPr>
        <w:tabs>
          <w:tab w:val="left" w:pos="851"/>
        </w:tabs>
        <w:spacing w:before="240"/>
        <w:jc w:val="right"/>
        <w:rPr>
          <w:rFonts w:cs="Arial"/>
          <w:sz w:val="22"/>
          <w:szCs w:val="22"/>
        </w:rPr>
      </w:pPr>
      <w:r w:rsidRPr="00A70BA5">
        <w:rPr>
          <w:rFonts w:cs="Arial"/>
          <w:sz w:val="22"/>
          <w:szCs w:val="22"/>
        </w:rPr>
        <w:t>PROJEKTOVÁ DOKUMENTACE PRO VYDÁNÍ SPOLEČNÉHO POVOLENÍ STAVBY</w:t>
      </w:r>
    </w:p>
    <w:p w:rsidR="003C7CD0" w:rsidRPr="00363512" w:rsidRDefault="003C7CD0" w:rsidP="003C7CD0">
      <w:pPr>
        <w:tabs>
          <w:tab w:val="left" w:pos="851"/>
        </w:tabs>
        <w:spacing w:before="240"/>
        <w:jc w:val="right"/>
        <w:rPr>
          <w:sz w:val="22"/>
          <w:szCs w:val="22"/>
        </w:rPr>
      </w:pPr>
    </w:p>
    <w:p w:rsidR="003C7CD0" w:rsidRDefault="003C7CD0" w:rsidP="003C7CD0">
      <w:pPr>
        <w:tabs>
          <w:tab w:val="left" w:pos="851"/>
        </w:tabs>
        <w:spacing w:line="360" w:lineRule="auto"/>
        <w:jc w:val="right"/>
      </w:pPr>
    </w:p>
    <w:p w:rsidR="003C7CD0" w:rsidRDefault="003C7CD0" w:rsidP="003C7CD0">
      <w:pPr>
        <w:tabs>
          <w:tab w:val="left" w:pos="851"/>
        </w:tabs>
        <w:spacing w:line="360" w:lineRule="auto"/>
        <w:jc w:val="right"/>
      </w:pPr>
    </w:p>
    <w:p w:rsidR="003C7CD0" w:rsidRDefault="003C7CD0" w:rsidP="003C7CD0">
      <w:pPr>
        <w:tabs>
          <w:tab w:val="left" w:pos="851"/>
        </w:tabs>
        <w:spacing w:line="360" w:lineRule="auto"/>
      </w:pPr>
    </w:p>
    <w:p w:rsidR="003C7CD0" w:rsidRDefault="003C7CD0" w:rsidP="003C7CD0">
      <w:pPr>
        <w:tabs>
          <w:tab w:val="left" w:pos="851"/>
        </w:tabs>
        <w:spacing w:line="360" w:lineRule="auto"/>
      </w:pPr>
    </w:p>
    <w:p w:rsidR="003C7CD0" w:rsidRDefault="003C7CD0" w:rsidP="003C7CD0">
      <w:pPr>
        <w:tabs>
          <w:tab w:val="left" w:pos="851"/>
        </w:tabs>
        <w:spacing w:line="360" w:lineRule="auto"/>
      </w:pPr>
    </w:p>
    <w:p w:rsidR="003C7CD0" w:rsidRDefault="003C7CD0" w:rsidP="003C7CD0">
      <w:pPr>
        <w:tabs>
          <w:tab w:val="left" w:pos="851"/>
        </w:tabs>
        <w:spacing w:line="360" w:lineRule="auto"/>
      </w:pPr>
    </w:p>
    <w:p w:rsidR="003C7CD0" w:rsidRDefault="003C7CD0" w:rsidP="003C7CD0">
      <w:pPr>
        <w:tabs>
          <w:tab w:val="left" w:pos="851"/>
        </w:tabs>
        <w:spacing w:line="360" w:lineRule="auto"/>
      </w:pPr>
    </w:p>
    <w:p w:rsidR="00CE365A" w:rsidRDefault="00CE365A" w:rsidP="003C7CD0">
      <w:pPr>
        <w:tabs>
          <w:tab w:val="left" w:pos="851"/>
        </w:tabs>
        <w:spacing w:line="360" w:lineRule="auto"/>
      </w:pPr>
    </w:p>
    <w:p w:rsidR="00872FA4" w:rsidRDefault="00872FA4" w:rsidP="003C7CD0">
      <w:pPr>
        <w:tabs>
          <w:tab w:val="left" w:pos="851"/>
        </w:tabs>
        <w:spacing w:line="360" w:lineRule="auto"/>
      </w:pPr>
    </w:p>
    <w:p w:rsidR="00CE365A" w:rsidRPr="00872FA4" w:rsidRDefault="00872FA4" w:rsidP="00872FA4">
      <w:pPr>
        <w:tabs>
          <w:tab w:val="left" w:pos="851"/>
        </w:tabs>
        <w:spacing w:line="360" w:lineRule="auto"/>
        <w:jc w:val="right"/>
        <w:rPr>
          <w:b/>
          <w:sz w:val="28"/>
          <w:szCs w:val="28"/>
        </w:rPr>
      </w:pPr>
      <w:r w:rsidRPr="00872FA4">
        <w:rPr>
          <w:b/>
          <w:sz w:val="28"/>
          <w:szCs w:val="28"/>
        </w:rPr>
        <w:t>DOKLADOVÁ ČÁST</w:t>
      </w:r>
    </w:p>
    <w:p w:rsidR="003C7CD0" w:rsidRDefault="003C7CD0" w:rsidP="003C7CD0">
      <w:pPr>
        <w:tabs>
          <w:tab w:val="left" w:pos="851"/>
        </w:tabs>
        <w:spacing w:line="360" w:lineRule="auto"/>
      </w:pPr>
      <w:r>
        <w:rPr>
          <w:noProof/>
        </w:rPr>
        <w:drawing>
          <wp:inline distT="0" distB="0" distL="0" distR="0" wp14:anchorId="1B17B573" wp14:editId="7798C66E">
            <wp:extent cx="5753100" cy="2313799"/>
            <wp:effectExtent l="19050" t="19050" r="19050" b="1079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žený soubo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5027" cy="2318596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CE5A96" w:rsidRDefault="00872FA4" w:rsidP="00CE5A96">
      <w:pPr>
        <w:tabs>
          <w:tab w:val="left" w:pos="851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SRPEN</w:t>
      </w:r>
      <w:r w:rsidR="00CE5A96">
        <w:rPr>
          <w:sz w:val="20"/>
          <w:szCs w:val="20"/>
        </w:rPr>
        <w:t xml:space="preserve"> 2019</w:t>
      </w:r>
    </w:p>
    <w:p w:rsidR="00363512" w:rsidRDefault="00363512" w:rsidP="00C21E85">
      <w:pPr>
        <w:spacing w:after="200"/>
        <w:rPr>
          <w:rFonts w:eastAsiaTheme="minorEastAsia" w:cs="Arial"/>
        </w:rPr>
      </w:pPr>
    </w:p>
    <w:p w:rsidR="006A00EE" w:rsidRDefault="006A00EE" w:rsidP="00C21E85">
      <w:pPr>
        <w:spacing w:after="200"/>
        <w:rPr>
          <w:rFonts w:eastAsiaTheme="minorEastAsia" w:cs="Arial"/>
        </w:rPr>
      </w:pPr>
    </w:p>
    <w:p w:rsidR="006A00EE" w:rsidRDefault="006A00EE" w:rsidP="00C21E85">
      <w:pPr>
        <w:spacing w:after="200"/>
        <w:rPr>
          <w:rFonts w:eastAsiaTheme="minorEastAsia" w:cs="Arial"/>
        </w:rPr>
      </w:pPr>
    </w:p>
    <w:p w:rsidR="00215310" w:rsidRDefault="00215310" w:rsidP="00C21E85">
      <w:pPr>
        <w:spacing w:after="200"/>
        <w:rPr>
          <w:rFonts w:eastAsiaTheme="minorEastAsia" w:cs="Arial"/>
        </w:rPr>
      </w:pPr>
    </w:p>
    <w:p w:rsidR="00215310" w:rsidRDefault="00215310" w:rsidP="00C21E85">
      <w:pPr>
        <w:spacing w:after="200"/>
        <w:rPr>
          <w:rFonts w:eastAsiaTheme="minorEastAsia" w:cs="Arial"/>
        </w:rPr>
      </w:pPr>
    </w:p>
    <w:p w:rsidR="00215310" w:rsidRDefault="00215310" w:rsidP="00C21E85">
      <w:pPr>
        <w:spacing w:after="200"/>
        <w:rPr>
          <w:rFonts w:eastAsiaTheme="minorEastAsia" w:cs="Arial"/>
        </w:rPr>
      </w:pPr>
    </w:p>
    <w:p w:rsidR="006A00EE" w:rsidRPr="00372666" w:rsidRDefault="006A00EE" w:rsidP="00C21E85">
      <w:pPr>
        <w:spacing w:after="200"/>
        <w:rPr>
          <w:rFonts w:eastAsiaTheme="minorEastAsia" w:cs="Arial"/>
        </w:rPr>
      </w:pPr>
    </w:p>
    <w:p w:rsidR="00952B73" w:rsidRPr="00372666" w:rsidRDefault="00952B73" w:rsidP="00372666">
      <w:pPr>
        <w:pBdr>
          <w:bottom w:val="single" w:sz="4" w:space="1" w:color="auto"/>
        </w:pBdr>
        <w:spacing w:after="200"/>
        <w:ind w:left="284"/>
        <w:jc w:val="right"/>
        <w:rPr>
          <w:rFonts w:eastAsiaTheme="minorEastAsia" w:cs="Arial"/>
          <w:sz w:val="36"/>
          <w:szCs w:val="36"/>
        </w:rPr>
      </w:pPr>
      <w:r w:rsidRPr="00372666">
        <w:rPr>
          <w:rFonts w:eastAsiaTheme="minorEastAsia" w:cs="Arial"/>
          <w:sz w:val="36"/>
          <w:szCs w:val="36"/>
        </w:rPr>
        <w:t>SEZNAM DOK</w:t>
      </w:r>
      <w:r w:rsidR="00872FA4">
        <w:rPr>
          <w:rFonts w:eastAsiaTheme="minorEastAsia" w:cs="Arial"/>
          <w:sz w:val="36"/>
          <w:szCs w:val="36"/>
        </w:rPr>
        <w:t>LADŮ</w:t>
      </w:r>
    </w:p>
    <w:p w:rsidR="0037097C" w:rsidRPr="00372666" w:rsidRDefault="0037097C" w:rsidP="0037097C">
      <w:pPr>
        <w:spacing w:after="200" w:line="360" w:lineRule="auto"/>
        <w:ind w:left="709"/>
        <w:contextualSpacing/>
        <w:rPr>
          <w:rFonts w:eastAsiaTheme="minorEastAsia" w:cs="Arial"/>
          <w:caps/>
        </w:rPr>
      </w:pPr>
    </w:p>
    <w:p w:rsidR="00872FA4" w:rsidRDefault="00872FA4" w:rsidP="00872FA4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FD5821">
        <w:rPr>
          <w:sz w:val="22"/>
          <w:szCs w:val="22"/>
        </w:rPr>
        <w:t>Plná moc udělená stavebníkem z </w:t>
      </w:r>
      <w:proofErr w:type="gramStart"/>
      <w:r>
        <w:rPr>
          <w:sz w:val="22"/>
          <w:szCs w:val="22"/>
        </w:rPr>
        <w:t>3</w:t>
      </w:r>
      <w:r w:rsidRPr="00FD5821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FD5821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proofErr w:type="gramEnd"/>
    </w:p>
    <w:p w:rsidR="00872FA4" w:rsidRPr="003B7AD1" w:rsidRDefault="00872FA4" w:rsidP="00872FA4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3B7AD1">
        <w:rPr>
          <w:sz w:val="22"/>
          <w:szCs w:val="22"/>
        </w:rPr>
        <w:t xml:space="preserve">Vyjádření </w:t>
      </w:r>
      <w:r>
        <w:rPr>
          <w:sz w:val="22"/>
          <w:szCs w:val="22"/>
        </w:rPr>
        <w:t>o existenci sítí CETIN, a.s. z </w:t>
      </w:r>
      <w:proofErr w:type="gramStart"/>
      <w:r>
        <w:rPr>
          <w:sz w:val="22"/>
          <w:szCs w:val="22"/>
        </w:rPr>
        <w:t>9</w:t>
      </w:r>
      <w:r>
        <w:rPr>
          <w:sz w:val="22"/>
          <w:szCs w:val="22"/>
        </w:rPr>
        <w:t>.4.201</w:t>
      </w:r>
      <w:r>
        <w:rPr>
          <w:sz w:val="22"/>
          <w:szCs w:val="22"/>
        </w:rPr>
        <w:t>9</w:t>
      </w:r>
      <w:proofErr w:type="gramEnd"/>
    </w:p>
    <w:p w:rsidR="00872FA4" w:rsidRPr="003B7AD1" w:rsidRDefault="00872FA4" w:rsidP="00872FA4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3B7AD1">
        <w:rPr>
          <w:sz w:val="22"/>
          <w:szCs w:val="22"/>
        </w:rPr>
        <w:t>Sdělení o existenci z</w:t>
      </w:r>
      <w:r>
        <w:rPr>
          <w:sz w:val="22"/>
          <w:szCs w:val="22"/>
        </w:rPr>
        <w:t>ařízení ČEZ Distribuce, a.s. z </w:t>
      </w:r>
      <w:proofErr w:type="gramStart"/>
      <w:r>
        <w:rPr>
          <w:sz w:val="22"/>
          <w:szCs w:val="22"/>
        </w:rPr>
        <w:t>9</w:t>
      </w:r>
      <w:r>
        <w:rPr>
          <w:sz w:val="22"/>
          <w:szCs w:val="22"/>
        </w:rPr>
        <w:t>.4</w:t>
      </w:r>
      <w:r w:rsidRPr="003B7AD1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proofErr w:type="gramEnd"/>
    </w:p>
    <w:p w:rsidR="00872FA4" w:rsidRDefault="00872FA4" w:rsidP="00872FA4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3B7AD1">
        <w:rPr>
          <w:sz w:val="22"/>
          <w:szCs w:val="22"/>
        </w:rPr>
        <w:t>Sdělení o existenci ved</w:t>
      </w:r>
      <w:r>
        <w:rPr>
          <w:sz w:val="22"/>
          <w:szCs w:val="22"/>
        </w:rPr>
        <w:t xml:space="preserve">ení </w:t>
      </w:r>
      <w:proofErr w:type="spellStart"/>
      <w:r>
        <w:rPr>
          <w:sz w:val="22"/>
          <w:szCs w:val="22"/>
        </w:rPr>
        <w:t>Telco</w:t>
      </w:r>
      <w:proofErr w:type="spellEnd"/>
      <w:r>
        <w:rPr>
          <w:sz w:val="22"/>
          <w:szCs w:val="22"/>
        </w:rPr>
        <w:t xml:space="preserve"> Pro </w:t>
      </w:r>
      <w:proofErr w:type="spellStart"/>
      <w:r>
        <w:rPr>
          <w:sz w:val="22"/>
          <w:szCs w:val="22"/>
        </w:rPr>
        <w:t>Services</w:t>
      </w:r>
      <w:proofErr w:type="spellEnd"/>
      <w:r>
        <w:rPr>
          <w:sz w:val="22"/>
          <w:szCs w:val="22"/>
        </w:rPr>
        <w:t>, a.s. z </w:t>
      </w:r>
      <w:proofErr w:type="gramStart"/>
      <w:r>
        <w:rPr>
          <w:sz w:val="22"/>
          <w:szCs w:val="22"/>
        </w:rPr>
        <w:t>9</w:t>
      </w:r>
      <w:r>
        <w:rPr>
          <w:sz w:val="22"/>
          <w:szCs w:val="22"/>
        </w:rPr>
        <w:t>.4</w:t>
      </w:r>
      <w:r w:rsidRPr="003B7AD1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proofErr w:type="gramEnd"/>
    </w:p>
    <w:p w:rsidR="00872FA4" w:rsidRPr="00215310" w:rsidRDefault="00872FA4" w:rsidP="00215310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3B7AD1">
        <w:rPr>
          <w:sz w:val="22"/>
          <w:szCs w:val="22"/>
        </w:rPr>
        <w:t>Sdělení o existenci ved</w:t>
      </w:r>
      <w:r>
        <w:rPr>
          <w:sz w:val="22"/>
          <w:szCs w:val="22"/>
        </w:rPr>
        <w:t xml:space="preserve">ení </w:t>
      </w:r>
      <w:r>
        <w:rPr>
          <w:sz w:val="22"/>
          <w:szCs w:val="22"/>
        </w:rPr>
        <w:t>ICT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Services</w:t>
      </w:r>
      <w:proofErr w:type="spellEnd"/>
      <w:r>
        <w:rPr>
          <w:sz w:val="22"/>
          <w:szCs w:val="22"/>
        </w:rPr>
        <w:t>, a.s. z </w:t>
      </w:r>
      <w:proofErr w:type="gramStart"/>
      <w:r>
        <w:rPr>
          <w:sz w:val="22"/>
          <w:szCs w:val="22"/>
        </w:rPr>
        <w:t>9.4</w:t>
      </w:r>
      <w:r w:rsidRPr="003B7AD1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proofErr w:type="gramEnd"/>
    </w:p>
    <w:p w:rsidR="00872FA4" w:rsidRPr="003B7AD1" w:rsidRDefault="00872FA4" w:rsidP="00872FA4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3B7AD1">
        <w:rPr>
          <w:sz w:val="22"/>
          <w:szCs w:val="22"/>
        </w:rPr>
        <w:t xml:space="preserve">Informace o výskytu sítí </w:t>
      </w:r>
      <w:proofErr w:type="spellStart"/>
      <w:r w:rsidRPr="003B7AD1">
        <w:rPr>
          <w:sz w:val="22"/>
          <w:szCs w:val="22"/>
        </w:rPr>
        <w:t>GasNet</w:t>
      </w:r>
      <w:proofErr w:type="spellEnd"/>
      <w:r w:rsidRPr="003B7AD1">
        <w:rPr>
          <w:sz w:val="22"/>
          <w:szCs w:val="22"/>
        </w:rPr>
        <w:t>, s.r.o</w:t>
      </w:r>
      <w:r w:rsidRPr="005F70A2">
        <w:rPr>
          <w:sz w:val="22"/>
          <w:szCs w:val="22"/>
        </w:rPr>
        <w:t>. z </w:t>
      </w:r>
      <w:proofErr w:type="gramStart"/>
      <w:r w:rsidRPr="005F70A2">
        <w:rPr>
          <w:sz w:val="22"/>
          <w:szCs w:val="22"/>
        </w:rPr>
        <w:t>9</w:t>
      </w:r>
      <w:r>
        <w:rPr>
          <w:sz w:val="22"/>
          <w:szCs w:val="22"/>
        </w:rPr>
        <w:t>.4</w:t>
      </w:r>
      <w:r w:rsidRPr="005F70A2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proofErr w:type="gramEnd"/>
    </w:p>
    <w:p w:rsidR="00872FA4" w:rsidRDefault="00872FA4" w:rsidP="00872FA4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3B7AD1">
        <w:rPr>
          <w:sz w:val="22"/>
          <w:szCs w:val="22"/>
        </w:rPr>
        <w:t>Vyjádření o existenci zařízení SČVK, a.s. v </w:t>
      </w:r>
      <w:proofErr w:type="gramStart"/>
      <w:r>
        <w:rPr>
          <w:sz w:val="22"/>
          <w:szCs w:val="22"/>
        </w:rPr>
        <w:t>9</w:t>
      </w:r>
      <w:r>
        <w:rPr>
          <w:sz w:val="22"/>
          <w:szCs w:val="22"/>
        </w:rPr>
        <w:t>.4</w:t>
      </w:r>
      <w:r>
        <w:rPr>
          <w:sz w:val="22"/>
          <w:szCs w:val="22"/>
        </w:rPr>
        <w:t>.2019</w:t>
      </w:r>
      <w:proofErr w:type="gramEnd"/>
    </w:p>
    <w:p w:rsidR="00872FA4" w:rsidRDefault="00872FA4" w:rsidP="00872FA4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3B7AD1">
        <w:rPr>
          <w:sz w:val="22"/>
          <w:szCs w:val="22"/>
        </w:rPr>
        <w:t>Stanovisko CETIN, a.s. z </w:t>
      </w:r>
      <w:proofErr w:type="gramStart"/>
      <w:r w:rsidR="00215310">
        <w:rPr>
          <w:sz w:val="22"/>
          <w:szCs w:val="22"/>
        </w:rPr>
        <w:t>2</w:t>
      </w:r>
      <w:r>
        <w:rPr>
          <w:sz w:val="22"/>
          <w:szCs w:val="22"/>
        </w:rPr>
        <w:t>1</w:t>
      </w:r>
      <w:r w:rsidR="00215310">
        <w:rPr>
          <w:sz w:val="22"/>
          <w:szCs w:val="22"/>
        </w:rPr>
        <w:t>.6.2019</w:t>
      </w:r>
      <w:proofErr w:type="gramEnd"/>
    </w:p>
    <w:p w:rsidR="00BE1026" w:rsidRDefault="00BE1026" w:rsidP="00BE1026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3B7AD1">
        <w:rPr>
          <w:sz w:val="22"/>
          <w:szCs w:val="22"/>
        </w:rPr>
        <w:t>Vyjádření SČVK, a.s. v </w:t>
      </w:r>
      <w:proofErr w:type="gramStart"/>
      <w:r>
        <w:rPr>
          <w:sz w:val="22"/>
          <w:szCs w:val="22"/>
        </w:rPr>
        <w:t>21.6.2019</w:t>
      </w:r>
      <w:proofErr w:type="gramEnd"/>
    </w:p>
    <w:p w:rsidR="00BE1026" w:rsidRDefault="00BE1026" w:rsidP="00BE1026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3B7AD1">
        <w:rPr>
          <w:sz w:val="22"/>
          <w:szCs w:val="22"/>
        </w:rPr>
        <w:t>Souhlas ČEZ Distribuce, a.s. z </w:t>
      </w:r>
      <w:proofErr w:type="gramStart"/>
      <w:r>
        <w:rPr>
          <w:sz w:val="22"/>
          <w:szCs w:val="22"/>
        </w:rPr>
        <w:t>21</w:t>
      </w:r>
      <w:r w:rsidRPr="003B7AD1">
        <w:rPr>
          <w:sz w:val="22"/>
          <w:szCs w:val="22"/>
        </w:rPr>
        <w:t>.</w:t>
      </w:r>
      <w:r>
        <w:rPr>
          <w:sz w:val="22"/>
          <w:szCs w:val="22"/>
        </w:rPr>
        <w:t>6.2019</w:t>
      </w:r>
      <w:proofErr w:type="gramEnd"/>
    </w:p>
    <w:p w:rsidR="00215310" w:rsidRPr="003B7AD1" w:rsidRDefault="00215310" w:rsidP="00215310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bookmarkStart w:id="0" w:name="_GoBack"/>
      <w:bookmarkEnd w:id="0"/>
      <w:r w:rsidRPr="003B7AD1">
        <w:rPr>
          <w:sz w:val="22"/>
          <w:szCs w:val="22"/>
        </w:rPr>
        <w:t xml:space="preserve">Závazné stanovisko KHS </w:t>
      </w:r>
      <w:r>
        <w:rPr>
          <w:sz w:val="22"/>
          <w:szCs w:val="22"/>
        </w:rPr>
        <w:t>L</w:t>
      </w:r>
      <w:r w:rsidRPr="003B7AD1">
        <w:rPr>
          <w:sz w:val="22"/>
          <w:szCs w:val="22"/>
        </w:rPr>
        <w:t>K z </w:t>
      </w:r>
      <w:r>
        <w:rPr>
          <w:sz w:val="22"/>
          <w:szCs w:val="22"/>
        </w:rPr>
        <w:t>24</w:t>
      </w:r>
      <w:r w:rsidRPr="003B7AD1">
        <w:rPr>
          <w:sz w:val="22"/>
          <w:szCs w:val="22"/>
        </w:rPr>
        <w:t>.</w:t>
      </w:r>
      <w:r>
        <w:rPr>
          <w:sz w:val="22"/>
          <w:szCs w:val="22"/>
        </w:rPr>
        <w:t>6</w:t>
      </w:r>
      <w:r w:rsidRPr="003B7AD1">
        <w:rPr>
          <w:sz w:val="22"/>
          <w:szCs w:val="22"/>
        </w:rPr>
        <w:t>.201</w:t>
      </w:r>
      <w:r>
        <w:rPr>
          <w:sz w:val="22"/>
          <w:szCs w:val="22"/>
        </w:rPr>
        <w:t>9</w:t>
      </w:r>
    </w:p>
    <w:p w:rsidR="00215310" w:rsidRDefault="00215310" w:rsidP="00215310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3B7AD1">
        <w:rPr>
          <w:sz w:val="22"/>
          <w:szCs w:val="22"/>
        </w:rPr>
        <w:t xml:space="preserve">Souhlas </w:t>
      </w:r>
      <w:r>
        <w:rPr>
          <w:sz w:val="22"/>
          <w:szCs w:val="22"/>
        </w:rPr>
        <w:t xml:space="preserve">OD </w:t>
      </w:r>
      <w:proofErr w:type="spellStart"/>
      <w:r>
        <w:rPr>
          <w:sz w:val="22"/>
          <w:szCs w:val="22"/>
        </w:rPr>
        <w:t>MéÚ</w:t>
      </w:r>
      <w:proofErr w:type="spellEnd"/>
      <w:r>
        <w:rPr>
          <w:sz w:val="22"/>
          <w:szCs w:val="22"/>
        </w:rPr>
        <w:t xml:space="preserve"> Nový Bor</w:t>
      </w:r>
      <w:r w:rsidRPr="003B7AD1">
        <w:rPr>
          <w:sz w:val="22"/>
          <w:szCs w:val="22"/>
        </w:rPr>
        <w:t xml:space="preserve"> z </w:t>
      </w:r>
      <w:proofErr w:type="gramStart"/>
      <w:r>
        <w:rPr>
          <w:sz w:val="22"/>
          <w:szCs w:val="22"/>
        </w:rPr>
        <w:t>3</w:t>
      </w:r>
      <w:r>
        <w:rPr>
          <w:sz w:val="22"/>
          <w:szCs w:val="22"/>
        </w:rPr>
        <w:t>.7</w:t>
      </w:r>
      <w:r w:rsidRPr="003B7AD1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proofErr w:type="gramEnd"/>
    </w:p>
    <w:p w:rsidR="00215310" w:rsidRDefault="00BE1026" w:rsidP="00BE1026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Závazné stanovisko</w:t>
      </w:r>
      <w:r w:rsidR="00215310" w:rsidRPr="003B7AD1">
        <w:rPr>
          <w:sz w:val="22"/>
          <w:szCs w:val="22"/>
        </w:rPr>
        <w:t xml:space="preserve"> </w:t>
      </w:r>
      <w:r w:rsidR="00215310">
        <w:rPr>
          <w:sz w:val="22"/>
          <w:szCs w:val="22"/>
        </w:rPr>
        <w:t>O</w:t>
      </w:r>
      <w:r w:rsidR="00215310">
        <w:rPr>
          <w:sz w:val="22"/>
          <w:szCs w:val="22"/>
        </w:rPr>
        <w:t>ŽP</w:t>
      </w:r>
      <w:r w:rsidR="00215310">
        <w:rPr>
          <w:sz w:val="22"/>
          <w:szCs w:val="22"/>
        </w:rPr>
        <w:t xml:space="preserve"> </w:t>
      </w:r>
      <w:proofErr w:type="spellStart"/>
      <w:r w:rsidR="00215310">
        <w:rPr>
          <w:sz w:val="22"/>
          <w:szCs w:val="22"/>
        </w:rPr>
        <w:t>MéÚ</w:t>
      </w:r>
      <w:proofErr w:type="spellEnd"/>
      <w:r w:rsidR="00215310">
        <w:rPr>
          <w:sz w:val="22"/>
          <w:szCs w:val="22"/>
        </w:rPr>
        <w:t xml:space="preserve"> Nový Bor</w:t>
      </w:r>
      <w:r w:rsidR="00215310" w:rsidRPr="003B7AD1">
        <w:rPr>
          <w:sz w:val="22"/>
          <w:szCs w:val="22"/>
        </w:rPr>
        <w:t xml:space="preserve"> z </w:t>
      </w:r>
      <w:proofErr w:type="gramStart"/>
      <w:r w:rsidR="00215310">
        <w:rPr>
          <w:sz w:val="22"/>
          <w:szCs w:val="22"/>
        </w:rPr>
        <w:t>3.7</w:t>
      </w:r>
      <w:r w:rsidR="00215310" w:rsidRPr="003B7AD1">
        <w:rPr>
          <w:sz w:val="22"/>
          <w:szCs w:val="22"/>
        </w:rPr>
        <w:t>.201</w:t>
      </w:r>
      <w:r w:rsidR="00215310">
        <w:rPr>
          <w:sz w:val="22"/>
          <w:szCs w:val="22"/>
        </w:rPr>
        <w:t>9</w:t>
      </w:r>
      <w:proofErr w:type="gramEnd"/>
    </w:p>
    <w:p w:rsidR="00BE1026" w:rsidRPr="00BE1026" w:rsidRDefault="00BE1026" w:rsidP="00BE1026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Závazné stanovisko</w:t>
      </w:r>
      <w:r w:rsidRPr="003B7AD1">
        <w:rPr>
          <w:sz w:val="22"/>
          <w:szCs w:val="22"/>
        </w:rPr>
        <w:t xml:space="preserve"> </w:t>
      </w:r>
      <w:r>
        <w:rPr>
          <w:sz w:val="22"/>
          <w:szCs w:val="22"/>
        </w:rPr>
        <w:t>ÚP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MéÚ</w:t>
      </w:r>
      <w:proofErr w:type="spellEnd"/>
      <w:r>
        <w:rPr>
          <w:sz w:val="22"/>
          <w:szCs w:val="22"/>
        </w:rPr>
        <w:t xml:space="preserve"> Nový Bor</w:t>
      </w:r>
      <w:r w:rsidRPr="003B7AD1">
        <w:rPr>
          <w:sz w:val="22"/>
          <w:szCs w:val="22"/>
        </w:rPr>
        <w:t xml:space="preserve"> z </w:t>
      </w:r>
      <w:proofErr w:type="gramStart"/>
      <w:r>
        <w:rPr>
          <w:sz w:val="22"/>
          <w:szCs w:val="22"/>
        </w:rPr>
        <w:t>15</w:t>
      </w:r>
      <w:r>
        <w:rPr>
          <w:sz w:val="22"/>
          <w:szCs w:val="22"/>
        </w:rPr>
        <w:t>.7</w:t>
      </w:r>
      <w:r w:rsidRPr="003B7AD1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proofErr w:type="gramEnd"/>
    </w:p>
    <w:p w:rsidR="00215310" w:rsidRPr="003B7AD1" w:rsidRDefault="00215310" w:rsidP="00215310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3B7AD1">
        <w:rPr>
          <w:sz w:val="22"/>
          <w:szCs w:val="22"/>
        </w:rPr>
        <w:t xml:space="preserve">Stanovisko k povolení </w:t>
      </w:r>
      <w:r>
        <w:rPr>
          <w:sz w:val="22"/>
          <w:szCs w:val="22"/>
        </w:rPr>
        <w:t xml:space="preserve">stavby </w:t>
      </w:r>
      <w:proofErr w:type="spellStart"/>
      <w:r>
        <w:rPr>
          <w:sz w:val="22"/>
          <w:szCs w:val="22"/>
        </w:rPr>
        <w:t>GridServises</w:t>
      </w:r>
      <w:proofErr w:type="spellEnd"/>
      <w:r>
        <w:rPr>
          <w:sz w:val="22"/>
          <w:szCs w:val="22"/>
        </w:rPr>
        <w:t>, s.r.o. z </w:t>
      </w:r>
      <w:proofErr w:type="gramStart"/>
      <w:r>
        <w:rPr>
          <w:sz w:val="22"/>
          <w:szCs w:val="22"/>
        </w:rPr>
        <w:t>16</w:t>
      </w:r>
      <w:r>
        <w:rPr>
          <w:sz w:val="22"/>
          <w:szCs w:val="22"/>
        </w:rPr>
        <w:t>.</w:t>
      </w:r>
      <w:r>
        <w:rPr>
          <w:sz w:val="22"/>
          <w:szCs w:val="22"/>
        </w:rPr>
        <w:t>7</w:t>
      </w:r>
      <w:r w:rsidRPr="003B7AD1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proofErr w:type="gramEnd"/>
    </w:p>
    <w:p w:rsidR="00215310" w:rsidRPr="003B7AD1" w:rsidRDefault="00215310" w:rsidP="00215310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3B7AD1">
        <w:rPr>
          <w:sz w:val="22"/>
          <w:szCs w:val="22"/>
        </w:rPr>
        <w:t xml:space="preserve">Závazné stanovisko </w:t>
      </w:r>
      <w:r>
        <w:rPr>
          <w:sz w:val="22"/>
          <w:szCs w:val="22"/>
        </w:rPr>
        <w:t>HZS</w:t>
      </w:r>
      <w:r w:rsidRPr="003B7AD1">
        <w:rPr>
          <w:sz w:val="22"/>
          <w:szCs w:val="22"/>
        </w:rPr>
        <w:t xml:space="preserve"> </w:t>
      </w:r>
      <w:r>
        <w:rPr>
          <w:sz w:val="22"/>
          <w:szCs w:val="22"/>
        </w:rPr>
        <w:t>L</w:t>
      </w:r>
      <w:r w:rsidRPr="003B7AD1">
        <w:rPr>
          <w:sz w:val="22"/>
          <w:szCs w:val="22"/>
        </w:rPr>
        <w:t>K z </w:t>
      </w:r>
      <w:proofErr w:type="gramStart"/>
      <w:r>
        <w:rPr>
          <w:sz w:val="22"/>
          <w:szCs w:val="22"/>
        </w:rPr>
        <w:t>17</w:t>
      </w:r>
      <w:r w:rsidRPr="003B7AD1">
        <w:rPr>
          <w:sz w:val="22"/>
          <w:szCs w:val="22"/>
        </w:rPr>
        <w:t>.</w:t>
      </w:r>
      <w:r>
        <w:rPr>
          <w:sz w:val="22"/>
          <w:szCs w:val="22"/>
        </w:rPr>
        <w:t>7</w:t>
      </w:r>
      <w:r w:rsidRPr="003B7AD1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proofErr w:type="gramEnd"/>
    </w:p>
    <w:p w:rsidR="00215310" w:rsidRPr="003B7AD1" w:rsidRDefault="00215310" w:rsidP="00215310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 w:rsidRPr="003B7AD1">
        <w:rPr>
          <w:sz w:val="22"/>
          <w:szCs w:val="22"/>
        </w:rPr>
        <w:t xml:space="preserve">Stanovisko k povolení </w:t>
      </w:r>
      <w:r>
        <w:rPr>
          <w:sz w:val="22"/>
          <w:szCs w:val="22"/>
        </w:rPr>
        <w:t xml:space="preserve">stavby </w:t>
      </w:r>
      <w:r>
        <w:rPr>
          <w:sz w:val="22"/>
          <w:szCs w:val="22"/>
        </w:rPr>
        <w:t>NIPI o.p.s</w:t>
      </w:r>
      <w:r>
        <w:rPr>
          <w:sz w:val="22"/>
          <w:szCs w:val="22"/>
        </w:rPr>
        <w:t>. z </w:t>
      </w:r>
      <w:proofErr w:type="gramStart"/>
      <w:r>
        <w:rPr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sz w:val="22"/>
          <w:szCs w:val="22"/>
        </w:rPr>
        <w:t>8</w:t>
      </w:r>
      <w:r w:rsidRPr="003B7AD1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proofErr w:type="gramEnd"/>
    </w:p>
    <w:p w:rsidR="00215310" w:rsidRPr="003B7AD1" w:rsidRDefault="00215310" w:rsidP="00215310">
      <w:pPr>
        <w:pStyle w:val="Odstavecseseznamem"/>
        <w:numPr>
          <w:ilvl w:val="0"/>
          <w:numId w:val="25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Závazné stanovisko</w:t>
      </w:r>
      <w:r w:rsidRPr="003B7AD1">
        <w:rPr>
          <w:sz w:val="22"/>
          <w:szCs w:val="22"/>
        </w:rPr>
        <w:t xml:space="preserve"> </w:t>
      </w:r>
      <w:r>
        <w:rPr>
          <w:sz w:val="22"/>
          <w:szCs w:val="22"/>
        </w:rPr>
        <w:t>PP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MéÚ</w:t>
      </w:r>
      <w:proofErr w:type="spellEnd"/>
      <w:r>
        <w:rPr>
          <w:sz w:val="22"/>
          <w:szCs w:val="22"/>
        </w:rPr>
        <w:t xml:space="preserve"> Nový Bor</w:t>
      </w:r>
      <w:r w:rsidRPr="003B7AD1">
        <w:rPr>
          <w:sz w:val="22"/>
          <w:szCs w:val="22"/>
        </w:rPr>
        <w:t xml:space="preserve"> z </w:t>
      </w:r>
      <w:proofErr w:type="gramStart"/>
      <w:r>
        <w:rPr>
          <w:sz w:val="22"/>
          <w:szCs w:val="22"/>
        </w:rPr>
        <w:t>19</w:t>
      </w:r>
      <w:r>
        <w:rPr>
          <w:sz w:val="22"/>
          <w:szCs w:val="22"/>
        </w:rPr>
        <w:t>.</w:t>
      </w:r>
      <w:r>
        <w:rPr>
          <w:sz w:val="22"/>
          <w:szCs w:val="22"/>
        </w:rPr>
        <w:t>8</w:t>
      </w:r>
      <w:r w:rsidRPr="003B7AD1">
        <w:rPr>
          <w:sz w:val="22"/>
          <w:szCs w:val="22"/>
        </w:rPr>
        <w:t>.201</w:t>
      </w:r>
      <w:r>
        <w:rPr>
          <w:sz w:val="22"/>
          <w:szCs w:val="22"/>
        </w:rPr>
        <w:t>9</w:t>
      </w:r>
      <w:proofErr w:type="gramEnd"/>
    </w:p>
    <w:p w:rsidR="006A00EE" w:rsidRDefault="006A00EE" w:rsidP="006A00EE">
      <w:pPr>
        <w:spacing w:line="360" w:lineRule="auto"/>
        <w:contextualSpacing/>
        <w:rPr>
          <w:rFonts w:eastAsiaTheme="minorEastAsia" w:cs="Arial"/>
          <w:caps/>
        </w:rPr>
      </w:pPr>
    </w:p>
    <w:p w:rsidR="00E276E7" w:rsidRDefault="00E276E7" w:rsidP="00C043A5">
      <w:pPr>
        <w:tabs>
          <w:tab w:val="left" w:pos="851"/>
        </w:tabs>
        <w:spacing w:line="360" w:lineRule="auto"/>
        <w:ind w:right="-1"/>
      </w:pPr>
    </w:p>
    <w:sectPr w:rsidR="00E276E7" w:rsidSect="00436CFB">
      <w:headerReference w:type="default" r:id="rId9"/>
      <w:footerReference w:type="default" r:id="rId10"/>
      <w:pgSz w:w="11907" w:h="16840" w:code="9"/>
      <w:pgMar w:top="1418" w:right="1418" w:bottom="1418" w:left="1418" w:header="709" w:footer="54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D9B" w:rsidRDefault="00CC2D9B">
      <w:r>
        <w:separator/>
      </w:r>
    </w:p>
  </w:endnote>
  <w:endnote w:type="continuationSeparator" w:id="0">
    <w:p w:rsidR="00CC2D9B" w:rsidRDefault="00CC2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301" w:rsidRDefault="00953301" w:rsidP="00953301">
    <w:pPr>
      <w:pStyle w:val="Zpat"/>
      <w:pBdr>
        <w:top w:val="single" w:sz="4" w:space="10" w:color="auto"/>
      </w:pBdr>
      <w:tabs>
        <w:tab w:val="clear" w:pos="4536"/>
        <w:tab w:val="clear" w:pos="9072"/>
        <w:tab w:val="center" w:pos="1134"/>
        <w:tab w:val="left" w:pos="6180"/>
        <w:tab w:val="right" w:pos="9071"/>
      </w:tabs>
      <w:jc w:val="right"/>
      <w:rPr>
        <w:sz w:val="12"/>
        <w:szCs w:val="12"/>
      </w:rPr>
    </w:pPr>
    <w:r>
      <w:rPr>
        <w:b/>
        <w:bCs/>
        <w:noProof/>
        <w:sz w:val="12"/>
        <w:szCs w:val="12"/>
      </w:rPr>
      <w:drawing>
        <wp:anchor distT="0" distB="0" distL="114300" distR="114300" simplePos="0" relativeHeight="251659264" behindDoc="1" locked="0" layoutInCell="1" allowOverlap="1" wp14:anchorId="0B8C6D88" wp14:editId="2552A51E">
          <wp:simplePos x="0" y="0"/>
          <wp:positionH relativeFrom="column">
            <wp:posOffset>-2491</wp:posOffset>
          </wp:positionH>
          <wp:positionV relativeFrom="paragraph">
            <wp:posOffset>87537</wp:posOffset>
          </wp:positionV>
          <wp:extent cx="593510" cy="292963"/>
          <wp:effectExtent l="19050" t="0" r="0" b="0"/>
          <wp:wrapNone/>
          <wp:docPr id="5" name="Obrázek 1" descr="logo malé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lé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510" cy="29296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6591">
      <w:rPr>
        <w:b/>
        <w:bCs/>
        <w:sz w:val="12"/>
        <w:szCs w:val="12"/>
      </w:rPr>
      <w:tab/>
    </w:r>
    <w:r>
      <w:rPr>
        <w:b/>
        <w:bCs/>
        <w:sz w:val="12"/>
        <w:szCs w:val="12"/>
      </w:rPr>
      <w:t>Ing. arch. Jiří Kňákal</w:t>
    </w:r>
    <w:r w:rsidR="00946D7B">
      <w:rPr>
        <w:b/>
        <w:bCs/>
        <w:sz w:val="12"/>
        <w:szCs w:val="12"/>
      </w:rPr>
      <w:t xml:space="preserve"> </w:t>
    </w:r>
    <w:r w:rsidR="00946D7B">
      <w:rPr>
        <w:bCs/>
        <w:sz w:val="12"/>
        <w:szCs w:val="12"/>
      </w:rPr>
      <w:t>Okrouhlá 70,</w:t>
    </w:r>
    <w:r>
      <w:rPr>
        <w:b/>
        <w:bCs/>
        <w:sz w:val="12"/>
        <w:szCs w:val="12"/>
      </w:rPr>
      <w:t xml:space="preserve"> </w:t>
    </w:r>
    <w:r>
      <w:rPr>
        <w:bCs/>
        <w:sz w:val="12"/>
        <w:szCs w:val="12"/>
      </w:rPr>
      <w:t>473 01</w:t>
    </w:r>
    <w:r w:rsidR="00946D7B">
      <w:rPr>
        <w:sz w:val="12"/>
        <w:szCs w:val="12"/>
      </w:rPr>
      <w:t xml:space="preserve"> Okrouhlá</w:t>
    </w:r>
  </w:p>
  <w:p w:rsidR="00953301" w:rsidRDefault="00953301" w:rsidP="00953301">
    <w:pPr>
      <w:pStyle w:val="Zpat"/>
      <w:pBdr>
        <w:top w:val="single" w:sz="4" w:space="10" w:color="auto"/>
      </w:pBdr>
      <w:tabs>
        <w:tab w:val="clear" w:pos="4536"/>
        <w:tab w:val="center" w:pos="1134"/>
      </w:tabs>
      <w:jc w:val="right"/>
      <w:rPr>
        <w:sz w:val="12"/>
        <w:szCs w:val="12"/>
      </w:rPr>
    </w:pPr>
    <w:r>
      <w:rPr>
        <w:sz w:val="12"/>
        <w:szCs w:val="12"/>
      </w:rPr>
      <w:t>tel</w:t>
    </w:r>
    <w:r w:rsidRPr="001A0785">
      <w:rPr>
        <w:sz w:val="12"/>
        <w:szCs w:val="12"/>
      </w:rPr>
      <w:t>.: +420</w:t>
    </w:r>
    <w:r>
      <w:rPr>
        <w:sz w:val="12"/>
        <w:szCs w:val="12"/>
      </w:rPr>
      <w:t> 603 192 266</w:t>
    </w:r>
    <w:r w:rsidRPr="001A0785">
      <w:rPr>
        <w:sz w:val="12"/>
        <w:szCs w:val="12"/>
      </w:rPr>
      <w:t xml:space="preserve">, e-mail: </w:t>
    </w:r>
    <w:hyperlink r:id="rId2" w:history="1">
      <w:r w:rsidRPr="000839E9">
        <w:rPr>
          <w:rStyle w:val="Hypertextovodkaz"/>
          <w:rFonts w:cs="Arial"/>
          <w:sz w:val="12"/>
          <w:szCs w:val="12"/>
        </w:rPr>
        <w:t>knakal.jiri@gmail.com</w:t>
      </w:r>
    </w:hyperlink>
  </w:p>
  <w:p w:rsidR="00953301" w:rsidRDefault="00953301" w:rsidP="00953301">
    <w:pPr>
      <w:pStyle w:val="Zpat"/>
      <w:pBdr>
        <w:top w:val="single" w:sz="4" w:space="10" w:color="auto"/>
      </w:pBdr>
      <w:tabs>
        <w:tab w:val="clear" w:pos="4536"/>
        <w:tab w:val="center" w:pos="1134"/>
      </w:tabs>
      <w:jc w:val="right"/>
      <w:rPr>
        <w:sz w:val="12"/>
        <w:szCs w:val="12"/>
      </w:rPr>
    </w:pPr>
    <w:r>
      <w:rPr>
        <w:sz w:val="12"/>
        <w:szCs w:val="12"/>
      </w:rPr>
      <w:t>IČ: 156 71</w:t>
    </w:r>
    <w:r w:rsidR="00EB60E5">
      <w:rPr>
        <w:sz w:val="12"/>
        <w:szCs w:val="12"/>
      </w:rPr>
      <w:t xml:space="preserve"> </w:t>
    </w:r>
    <w:r>
      <w:rPr>
        <w:sz w:val="12"/>
        <w:szCs w:val="12"/>
      </w:rPr>
      <w:t>712, autorizace ČKA č.</w:t>
    </w:r>
    <w:r w:rsidR="00386918">
      <w:rPr>
        <w:sz w:val="12"/>
        <w:szCs w:val="12"/>
      </w:rPr>
      <w:t xml:space="preserve"> </w:t>
    </w:r>
    <w:r>
      <w:rPr>
        <w:sz w:val="12"/>
        <w:szCs w:val="12"/>
      </w:rPr>
      <w:t>00 595</w:t>
    </w:r>
  </w:p>
  <w:p w:rsidR="00436CFB" w:rsidRPr="00C20E0A" w:rsidRDefault="00436CFB" w:rsidP="00436CFB">
    <w:pPr>
      <w:pStyle w:val="Zpat"/>
      <w:tabs>
        <w:tab w:val="clear" w:pos="4536"/>
        <w:tab w:val="center" w:pos="1134"/>
      </w:tabs>
      <w:rPr>
        <w:rFonts w:cs="Arial"/>
        <w:color w:val="808080" w:themeColor="background1" w:themeShade="80"/>
        <w:spacing w:val="30"/>
        <w:sz w:val="12"/>
        <w:szCs w:val="12"/>
      </w:rPr>
    </w:pPr>
    <w:r w:rsidRPr="00C20E0A">
      <w:rPr>
        <w:rFonts w:ascii="Arial Black" w:hAnsi="Arial Black"/>
        <w:color w:val="808080" w:themeColor="background1" w:themeShade="80"/>
        <w:spacing w:val="30"/>
        <w:sz w:val="16"/>
        <w:szCs w:val="16"/>
      </w:rPr>
      <w:t>K</w:t>
    </w:r>
    <w:r w:rsidRPr="00386918">
      <w:rPr>
        <w:rFonts w:cs="Arial"/>
        <w:color w:val="808080" w:themeColor="background1" w:themeShade="80"/>
        <w:spacing w:val="30"/>
        <w:sz w:val="12"/>
        <w:szCs w:val="12"/>
      </w:rPr>
      <w:t>ŇÁKAL</w:t>
    </w:r>
    <w:r w:rsidRPr="00C20E0A">
      <w:rPr>
        <w:rFonts w:cs="Arial"/>
        <w:color w:val="808080" w:themeColor="background1" w:themeShade="80"/>
        <w:spacing w:val="30"/>
        <w:sz w:val="10"/>
        <w:szCs w:val="10"/>
      </w:rPr>
      <w:t xml:space="preserve"> </w:t>
    </w:r>
    <w:r w:rsidRPr="00C20E0A">
      <w:rPr>
        <w:rFonts w:ascii="Arial Black" w:hAnsi="Arial Black" w:cs="Arial"/>
        <w:color w:val="808080" w:themeColor="background1" w:themeShade="80"/>
        <w:spacing w:val="30"/>
        <w:sz w:val="16"/>
        <w:szCs w:val="16"/>
      </w:rPr>
      <w:t>I</w:t>
    </w:r>
    <w:r w:rsidRPr="00C20E0A">
      <w:rPr>
        <w:rFonts w:cs="Arial"/>
        <w:color w:val="808080" w:themeColor="background1" w:themeShade="80"/>
        <w:spacing w:val="30"/>
        <w:sz w:val="12"/>
        <w:szCs w:val="12"/>
      </w:rPr>
      <w:t>NŽENÝRING</w:t>
    </w:r>
    <w:r w:rsidRPr="00C20E0A">
      <w:rPr>
        <w:rFonts w:cs="Arial"/>
        <w:color w:val="808080" w:themeColor="background1" w:themeShade="80"/>
        <w:spacing w:val="30"/>
        <w:sz w:val="10"/>
        <w:szCs w:val="10"/>
      </w:rPr>
      <w:t xml:space="preserve"> </w:t>
    </w:r>
    <w:r w:rsidRPr="00C20E0A">
      <w:rPr>
        <w:rFonts w:ascii="Arial Black" w:hAnsi="Arial Black" w:cs="Arial"/>
        <w:color w:val="808080" w:themeColor="background1" w:themeShade="80"/>
        <w:spacing w:val="30"/>
        <w:sz w:val="16"/>
        <w:szCs w:val="16"/>
      </w:rPr>
      <w:t>P</w:t>
    </w:r>
    <w:r w:rsidRPr="00C20E0A">
      <w:rPr>
        <w:rFonts w:cs="Arial"/>
        <w:color w:val="808080" w:themeColor="background1" w:themeShade="80"/>
        <w:spacing w:val="30"/>
        <w:sz w:val="12"/>
        <w:szCs w:val="12"/>
      </w:rPr>
      <w:t>ROJEKTY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D9B" w:rsidRDefault="00CC2D9B">
      <w:r>
        <w:separator/>
      </w:r>
    </w:p>
  </w:footnote>
  <w:footnote w:type="continuationSeparator" w:id="0">
    <w:p w:rsidR="00CC2D9B" w:rsidRDefault="00CC2D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A96" w:rsidRPr="0005154D" w:rsidRDefault="00CE5A96" w:rsidP="00CE5A96">
    <w:pPr>
      <w:pStyle w:val="Zhlav"/>
      <w:rPr>
        <w:rFonts w:cs="Arial"/>
        <w:sz w:val="12"/>
        <w:szCs w:val="12"/>
      </w:rPr>
    </w:pPr>
    <w:r>
      <w:rPr>
        <w:rFonts w:cs="Arial"/>
        <w:sz w:val="12"/>
        <w:szCs w:val="12"/>
      </w:rPr>
      <w:t>NOVÝ BOR</w:t>
    </w:r>
  </w:p>
  <w:p w:rsidR="00306673" w:rsidRPr="00561914" w:rsidRDefault="00CE5A96" w:rsidP="00CE5A96">
    <w:pPr>
      <w:pStyle w:val="Zhlav"/>
      <w:rPr>
        <w:rFonts w:cs="Arial"/>
        <w:sz w:val="12"/>
        <w:szCs w:val="12"/>
      </w:rPr>
    </w:pPr>
    <w:r>
      <w:rPr>
        <w:rFonts w:cs="Arial"/>
        <w:b/>
        <w:bCs/>
        <w:spacing w:val="30"/>
        <w:sz w:val="12"/>
        <w:szCs w:val="12"/>
      </w:rPr>
      <w:t>BEZBARIÉROVÝ PŘÍSTUP DO BUDOVY SKLÁŘSKÉHO MUZEA, NOVÝ BOR</w:t>
    </w:r>
    <w:r w:rsidR="00B82C47" w:rsidRPr="00561914">
      <w:rPr>
        <w:rFonts w:cs="Arial"/>
        <w:b/>
        <w:bCs/>
        <w:spacing w:val="30"/>
        <w:sz w:val="12"/>
        <w:szCs w:val="12"/>
      </w:rPr>
      <w:tab/>
    </w:r>
    <w:r w:rsidR="00306673" w:rsidRPr="00561914">
      <w:rPr>
        <w:rFonts w:cs="Arial"/>
        <w:b/>
        <w:bCs/>
        <w:spacing w:val="30"/>
        <w:sz w:val="12"/>
        <w:szCs w:val="12"/>
      </w:rPr>
      <w:tab/>
    </w:r>
  </w:p>
  <w:p w:rsidR="00BB0EF6" w:rsidRDefault="00C21E85" w:rsidP="00306673">
    <w:pPr>
      <w:pStyle w:val="Zhlav"/>
      <w:pBdr>
        <w:bottom w:val="single" w:sz="4" w:space="1" w:color="auto"/>
      </w:pBdr>
      <w:rPr>
        <w:rFonts w:cs="Arial"/>
        <w:sz w:val="16"/>
        <w:szCs w:val="16"/>
      </w:rPr>
    </w:pPr>
    <w:r>
      <w:rPr>
        <w:rFonts w:cs="Arial"/>
        <w:sz w:val="12"/>
        <w:szCs w:val="12"/>
      </w:rPr>
      <w:t xml:space="preserve">PROJEKTOVÁ DOKUMENTACE PRO </w:t>
    </w:r>
    <w:r w:rsidR="002A2D3F">
      <w:rPr>
        <w:rFonts w:cs="Arial"/>
        <w:sz w:val="12"/>
        <w:szCs w:val="12"/>
      </w:rPr>
      <w:t>PROVÁDĚNÍ STAVBY</w:t>
    </w:r>
    <w:r w:rsidR="00BB0EF6" w:rsidRPr="00847A48">
      <w:rPr>
        <w:rFonts w:cs="Arial"/>
        <w:sz w:val="12"/>
        <w:szCs w:val="1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7B9D"/>
    <w:multiLevelType w:val="hybridMultilevel"/>
    <w:tmpl w:val="3B489E1E"/>
    <w:lvl w:ilvl="0" w:tplc="27788D6C">
      <w:start w:val="1"/>
      <w:numFmt w:val="lowerLetter"/>
      <w:pStyle w:val="StylStylNadpis2BezpodtrenmezijednoduchAutomatick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B42BB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29870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5E90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09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98BB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BCC3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1AEB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A272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C32A54"/>
    <w:multiLevelType w:val="hybridMultilevel"/>
    <w:tmpl w:val="2B8C0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67B7A"/>
    <w:multiLevelType w:val="hybridMultilevel"/>
    <w:tmpl w:val="61D0C7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72CDA"/>
    <w:multiLevelType w:val="multilevel"/>
    <w:tmpl w:val="2E5CC5DC"/>
    <w:lvl w:ilvl="0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04"/>
        </w:tabs>
        <w:ind w:left="1004" w:hanging="720"/>
      </w:pPr>
      <w:rPr>
        <w:rFonts w:ascii="Arial" w:hAnsi="Arial" w:hint="default"/>
        <w:b/>
        <w:i w:val="0"/>
        <w:caps w:val="0"/>
        <w:sz w:val="28"/>
        <w:szCs w:val="28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  <w:b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4">
      <w:start w:val="1"/>
      <w:numFmt w:val="lowerLetter"/>
      <w:pStyle w:val="Nadpis5"/>
      <w:lvlText w:val="%1.%2.%3.%4.%5)"/>
      <w:lvlJc w:val="left"/>
      <w:pPr>
        <w:tabs>
          <w:tab w:val="num" w:pos="0"/>
        </w:tabs>
        <w:ind w:left="0" w:firstLine="0"/>
      </w:pPr>
      <w:rPr>
        <w:rFonts w:ascii="Arial" w:hAnsi="Arial" w:hint="default"/>
        <w:sz w:val="24"/>
        <w:szCs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86938DB"/>
    <w:multiLevelType w:val="hybridMultilevel"/>
    <w:tmpl w:val="B4E8DC30"/>
    <w:lvl w:ilvl="0" w:tplc="040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" w15:restartNumberingAfterBreak="0">
    <w:nsid w:val="1F773E37"/>
    <w:multiLevelType w:val="hybridMultilevel"/>
    <w:tmpl w:val="E5F8EE8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4556D"/>
    <w:multiLevelType w:val="hybridMultilevel"/>
    <w:tmpl w:val="F244BD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C785D"/>
    <w:multiLevelType w:val="hybridMultilevel"/>
    <w:tmpl w:val="8E1E9BB0"/>
    <w:lvl w:ilvl="0" w:tplc="5DC47C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aps w:val="0"/>
        <w:szCs w:val="24"/>
      </w:rPr>
    </w:lvl>
    <w:lvl w:ilvl="1" w:tplc="ACBE9A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F8DE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F043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CAFF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D2F8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442F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FCCE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F8D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82B1F"/>
    <w:multiLevelType w:val="hybridMultilevel"/>
    <w:tmpl w:val="D50A8A76"/>
    <w:lvl w:ilvl="0" w:tplc="4C74740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/>
        <w:caps w:val="0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894634"/>
    <w:multiLevelType w:val="hybridMultilevel"/>
    <w:tmpl w:val="4EE285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E2907"/>
    <w:multiLevelType w:val="hybridMultilevel"/>
    <w:tmpl w:val="BA109F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2479E5"/>
    <w:multiLevelType w:val="hybridMultilevel"/>
    <w:tmpl w:val="487AF9D8"/>
    <w:lvl w:ilvl="0" w:tplc="4C4EE5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1186E"/>
    <w:multiLevelType w:val="hybridMultilevel"/>
    <w:tmpl w:val="5CEC509E"/>
    <w:lvl w:ilvl="0" w:tplc="9B6E4F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ap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7421DC"/>
    <w:multiLevelType w:val="hybridMultilevel"/>
    <w:tmpl w:val="3B1ADF88"/>
    <w:lvl w:ilvl="0" w:tplc="6BA651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aps w:val="0"/>
      </w:rPr>
    </w:lvl>
    <w:lvl w:ilvl="1" w:tplc="040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aps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2D4E6C"/>
    <w:multiLevelType w:val="hybridMultilevel"/>
    <w:tmpl w:val="80DA9F96"/>
    <w:lvl w:ilvl="0" w:tplc="0405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6CBCC8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2E3E54"/>
    <w:multiLevelType w:val="hybridMultilevel"/>
    <w:tmpl w:val="9A50590C"/>
    <w:lvl w:ilvl="0" w:tplc="8EF841E6">
      <w:start w:val="1"/>
      <w:numFmt w:val="upperLetter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4A0BD6"/>
    <w:multiLevelType w:val="hybridMultilevel"/>
    <w:tmpl w:val="B4D85176"/>
    <w:lvl w:ilvl="0" w:tplc="0405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6CBCC8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1C7A28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D45011"/>
    <w:multiLevelType w:val="hybridMultilevel"/>
    <w:tmpl w:val="BA5281BA"/>
    <w:lvl w:ilvl="0" w:tplc="446E9C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BE5217"/>
    <w:multiLevelType w:val="hybridMultilevel"/>
    <w:tmpl w:val="2EBE999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A7CE2"/>
    <w:multiLevelType w:val="hybridMultilevel"/>
    <w:tmpl w:val="59F8176A"/>
    <w:lvl w:ilvl="0" w:tplc="D8467C20">
      <w:start w:val="4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6D1B624D"/>
    <w:multiLevelType w:val="hybridMultilevel"/>
    <w:tmpl w:val="3918A3C8"/>
    <w:lvl w:ilvl="0" w:tplc="A6DE472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/>
        <w:szCs w:val="24"/>
      </w:rPr>
    </w:lvl>
    <w:lvl w:ilvl="1" w:tplc="71204E70" w:tentative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ACACD9F0" w:tentative="1">
      <w:start w:val="1"/>
      <w:numFmt w:val="lowerRoman"/>
      <w:lvlText w:val="%3."/>
      <w:lvlJc w:val="right"/>
      <w:pPr>
        <w:tabs>
          <w:tab w:val="num" w:pos="1648"/>
        </w:tabs>
        <w:ind w:left="1648" w:hanging="180"/>
      </w:pPr>
    </w:lvl>
    <w:lvl w:ilvl="3" w:tplc="4B489CB4" w:tentative="1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</w:lvl>
    <w:lvl w:ilvl="4" w:tplc="51629270" w:tentative="1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</w:lvl>
    <w:lvl w:ilvl="5" w:tplc="582CE554" w:tentative="1">
      <w:start w:val="1"/>
      <w:numFmt w:val="lowerRoman"/>
      <w:lvlText w:val="%6."/>
      <w:lvlJc w:val="right"/>
      <w:pPr>
        <w:tabs>
          <w:tab w:val="num" w:pos="3808"/>
        </w:tabs>
        <w:ind w:left="3808" w:hanging="180"/>
      </w:pPr>
    </w:lvl>
    <w:lvl w:ilvl="6" w:tplc="463CD970" w:tentative="1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</w:lvl>
    <w:lvl w:ilvl="7" w:tplc="15F6DCA0" w:tentative="1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</w:lvl>
    <w:lvl w:ilvl="8" w:tplc="9B2A27EC" w:tentative="1">
      <w:start w:val="1"/>
      <w:numFmt w:val="lowerRoman"/>
      <w:lvlText w:val="%9."/>
      <w:lvlJc w:val="right"/>
      <w:pPr>
        <w:tabs>
          <w:tab w:val="num" w:pos="5968"/>
        </w:tabs>
        <w:ind w:left="5968" w:hanging="180"/>
      </w:pPr>
    </w:lvl>
  </w:abstractNum>
  <w:abstractNum w:abstractNumId="22" w15:restartNumberingAfterBreak="0">
    <w:nsid w:val="799E0832"/>
    <w:multiLevelType w:val="hybridMultilevel"/>
    <w:tmpl w:val="09D6BED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CA46018"/>
    <w:multiLevelType w:val="hybridMultilevel"/>
    <w:tmpl w:val="2910C24A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E5D7D48"/>
    <w:multiLevelType w:val="hybridMultilevel"/>
    <w:tmpl w:val="C55048FA"/>
    <w:lvl w:ilvl="0" w:tplc="BDBE97F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caps w:val="0"/>
        <w:szCs w:val="24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3"/>
  </w:num>
  <w:num w:numId="2">
    <w:abstractNumId w:val="20"/>
  </w:num>
  <w:num w:numId="3">
    <w:abstractNumId w:val="7"/>
  </w:num>
  <w:num w:numId="4">
    <w:abstractNumId w:val="17"/>
  </w:num>
  <w:num w:numId="5">
    <w:abstractNumId w:val="12"/>
  </w:num>
  <w:num w:numId="6">
    <w:abstractNumId w:val="0"/>
  </w:num>
  <w:num w:numId="7">
    <w:abstractNumId w:val="8"/>
  </w:num>
  <w:num w:numId="8">
    <w:abstractNumId w:val="21"/>
  </w:num>
  <w:num w:numId="9">
    <w:abstractNumId w:val="24"/>
  </w:num>
  <w:num w:numId="10">
    <w:abstractNumId w:val="13"/>
  </w:num>
  <w:num w:numId="11">
    <w:abstractNumId w:val="14"/>
  </w:num>
  <w:num w:numId="12">
    <w:abstractNumId w:val="16"/>
  </w:num>
  <w:num w:numId="13">
    <w:abstractNumId w:val="6"/>
  </w:num>
  <w:num w:numId="14">
    <w:abstractNumId w:val="23"/>
  </w:num>
  <w:num w:numId="15">
    <w:abstractNumId w:val="11"/>
  </w:num>
  <w:num w:numId="16">
    <w:abstractNumId w:val="15"/>
  </w:num>
  <w:num w:numId="17">
    <w:abstractNumId w:val="18"/>
  </w:num>
  <w:num w:numId="18">
    <w:abstractNumId w:val="10"/>
  </w:num>
  <w:num w:numId="19">
    <w:abstractNumId w:val="22"/>
  </w:num>
  <w:num w:numId="20">
    <w:abstractNumId w:val="4"/>
  </w:num>
  <w:num w:numId="21">
    <w:abstractNumId w:val="9"/>
  </w:num>
  <w:num w:numId="22">
    <w:abstractNumId w:val="1"/>
  </w:num>
  <w:num w:numId="23">
    <w:abstractNumId w:val="19"/>
  </w:num>
  <w:num w:numId="24">
    <w:abstractNumId w:val="5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9C8"/>
    <w:rsid w:val="000003C9"/>
    <w:rsid w:val="00001579"/>
    <w:rsid w:val="00006856"/>
    <w:rsid w:val="0001456E"/>
    <w:rsid w:val="000152B8"/>
    <w:rsid w:val="0002521E"/>
    <w:rsid w:val="00026132"/>
    <w:rsid w:val="0002778C"/>
    <w:rsid w:val="0003334F"/>
    <w:rsid w:val="00035120"/>
    <w:rsid w:val="000352EA"/>
    <w:rsid w:val="00052387"/>
    <w:rsid w:val="0005747F"/>
    <w:rsid w:val="00061D0E"/>
    <w:rsid w:val="00064C04"/>
    <w:rsid w:val="00077056"/>
    <w:rsid w:val="00080D9C"/>
    <w:rsid w:val="000819B6"/>
    <w:rsid w:val="00084BAC"/>
    <w:rsid w:val="0009440C"/>
    <w:rsid w:val="000A4897"/>
    <w:rsid w:val="000A7B2C"/>
    <w:rsid w:val="000B32E1"/>
    <w:rsid w:val="000C3306"/>
    <w:rsid w:val="000C7032"/>
    <w:rsid w:val="000D2FFD"/>
    <w:rsid w:val="000E691E"/>
    <w:rsid w:val="000F0CA2"/>
    <w:rsid w:val="000F4DC4"/>
    <w:rsid w:val="00103553"/>
    <w:rsid w:val="00107ACE"/>
    <w:rsid w:val="001100EF"/>
    <w:rsid w:val="0011750E"/>
    <w:rsid w:val="00120D02"/>
    <w:rsid w:val="001211FA"/>
    <w:rsid w:val="00121C1F"/>
    <w:rsid w:val="0012468D"/>
    <w:rsid w:val="00131E30"/>
    <w:rsid w:val="001330B9"/>
    <w:rsid w:val="00134700"/>
    <w:rsid w:val="00141808"/>
    <w:rsid w:val="00141A24"/>
    <w:rsid w:val="001443A1"/>
    <w:rsid w:val="00146550"/>
    <w:rsid w:val="00150A61"/>
    <w:rsid w:val="00160CE4"/>
    <w:rsid w:val="00165F4C"/>
    <w:rsid w:val="00171AD7"/>
    <w:rsid w:val="001742CD"/>
    <w:rsid w:val="00176375"/>
    <w:rsid w:val="001942E7"/>
    <w:rsid w:val="00196C77"/>
    <w:rsid w:val="00196E8C"/>
    <w:rsid w:val="001A4B26"/>
    <w:rsid w:val="001A6607"/>
    <w:rsid w:val="001B2F0A"/>
    <w:rsid w:val="001B596C"/>
    <w:rsid w:val="001B5FB1"/>
    <w:rsid w:val="001B665F"/>
    <w:rsid w:val="001B6EF2"/>
    <w:rsid w:val="001C2307"/>
    <w:rsid w:val="001C6EF4"/>
    <w:rsid w:val="001C6F7F"/>
    <w:rsid w:val="001D0856"/>
    <w:rsid w:val="001D2FDF"/>
    <w:rsid w:val="001D64F4"/>
    <w:rsid w:val="001E2EB3"/>
    <w:rsid w:val="001E3F1B"/>
    <w:rsid w:val="001F02C3"/>
    <w:rsid w:val="0020149A"/>
    <w:rsid w:val="0020323B"/>
    <w:rsid w:val="00206EF6"/>
    <w:rsid w:val="00215310"/>
    <w:rsid w:val="00224BC6"/>
    <w:rsid w:val="0023000D"/>
    <w:rsid w:val="0023217D"/>
    <w:rsid w:val="002333D0"/>
    <w:rsid w:val="00233C96"/>
    <w:rsid w:val="00240AD2"/>
    <w:rsid w:val="002414E3"/>
    <w:rsid w:val="0024329A"/>
    <w:rsid w:val="002442C5"/>
    <w:rsid w:val="00245FB3"/>
    <w:rsid w:val="002470F9"/>
    <w:rsid w:val="002474EE"/>
    <w:rsid w:val="00250264"/>
    <w:rsid w:val="0025259A"/>
    <w:rsid w:val="0025318A"/>
    <w:rsid w:val="00263A2B"/>
    <w:rsid w:val="002757FD"/>
    <w:rsid w:val="002938AE"/>
    <w:rsid w:val="00295D11"/>
    <w:rsid w:val="002A1E74"/>
    <w:rsid w:val="002A2D3F"/>
    <w:rsid w:val="002A35F3"/>
    <w:rsid w:val="002A5F3A"/>
    <w:rsid w:val="002A695D"/>
    <w:rsid w:val="002B5B41"/>
    <w:rsid w:val="002C1181"/>
    <w:rsid w:val="002C2E85"/>
    <w:rsid w:val="002C43E0"/>
    <w:rsid w:val="002C47A1"/>
    <w:rsid w:val="002C47A5"/>
    <w:rsid w:val="002F12A1"/>
    <w:rsid w:val="002F1DCA"/>
    <w:rsid w:val="002F2964"/>
    <w:rsid w:val="002F6DA8"/>
    <w:rsid w:val="00306673"/>
    <w:rsid w:val="0030750B"/>
    <w:rsid w:val="00317019"/>
    <w:rsid w:val="003276BC"/>
    <w:rsid w:val="003417F4"/>
    <w:rsid w:val="00343EBE"/>
    <w:rsid w:val="003441AB"/>
    <w:rsid w:val="00345236"/>
    <w:rsid w:val="00357386"/>
    <w:rsid w:val="003608D6"/>
    <w:rsid w:val="0036131D"/>
    <w:rsid w:val="00363512"/>
    <w:rsid w:val="0037097C"/>
    <w:rsid w:val="00372666"/>
    <w:rsid w:val="003774BF"/>
    <w:rsid w:val="00384D52"/>
    <w:rsid w:val="00386918"/>
    <w:rsid w:val="00390B69"/>
    <w:rsid w:val="003A1586"/>
    <w:rsid w:val="003B3AB0"/>
    <w:rsid w:val="003C038C"/>
    <w:rsid w:val="003C07A9"/>
    <w:rsid w:val="003C7CD0"/>
    <w:rsid w:val="003D1687"/>
    <w:rsid w:val="003D3C6A"/>
    <w:rsid w:val="003D5D04"/>
    <w:rsid w:val="003E46E4"/>
    <w:rsid w:val="003E6F95"/>
    <w:rsid w:val="003F4B6B"/>
    <w:rsid w:val="00400140"/>
    <w:rsid w:val="00402466"/>
    <w:rsid w:val="004107D1"/>
    <w:rsid w:val="00410C8A"/>
    <w:rsid w:val="004254EF"/>
    <w:rsid w:val="00426CE2"/>
    <w:rsid w:val="004276F4"/>
    <w:rsid w:val="00430BC4"/>
    <w:rsid w:val="004358D1"/>
    <w:rsid w:val="00436CFB"/>
    <w:rsid w:val="00437B38"/>
    <w:rsid w:val="004463CE"/>
    <w:rsid w:val="00455DA6"/>
    <w:rsid w:val="00456116"/>
    <w:rsid w:val="0046073A"/>
    <w:rsid w:val="00463391"/>
    <w:rsid w:val="0046740E"/>
    <w:rsid w:val="00472B8D"/>
    <w:rsid w:val="0047423E"/>
    <w:rsid w:val="004778F5"/>
    <w:rsid w:val="00477D30"/>
    <w:rsid w:val="00490379"/>
    <w:rsid w:val="00490E95"/>
    <w:rsid w:val="00491085"/>
    <w:rsid w:val="0049439B"/>
    <w:rsid w:val="00496C33"/>
    <w:rsid w:val="00497378"/>
    <w:rsid w:val="00497920"/>
    <w:rsid w:val="004A4C26"/>
    <w:rsid w:val="004A567E"/>
    <w:rsid w:val="004A56E3"/>
    <w:rsid w:val="004B1C61"/>
    <w:rsid w:val="004B59F3"/>
    <w:rsid w:val="004C2D8A"/>
    <w:rsid w:val="004C4146"/>
    <w:rsid w:val="004C5878"/>
    <w:rsid w:val="004C5FB6"/>
    <w:rsid w:val="004D1D32"/>
    <w:rsid w:val="004D27BD"/>
    <w:rsid w:val="004D6CFF"/>
    <w:rsid w:val="004E351D"/>
    <w:rsid w:val="004E4AF2"/>
    <w:rsid w:val="004E754F"/>
    <w:rsid w:val="004F4AC2"/>
    <w:rsid w:val="00500230"/>
    <w:rsid w:val="005007F9"/>
    <w:rsid w:val="0050399D"/>
    <w:rsid w:val="00503D56"/>
    <w:rsid w:val="00504904"/>
    <w:rsid w:val="00505412"/>
    <w:rsid w:val="00505F42"/>
    <w:rsid w:val="00507C4B"/>
    <w:rsid w:val="0051043D"/>
    <w:rsid w:val="0051115F"/>
    <w:rsid w:val="00512E29"/>
    <w:rsid w:val="00513316"/>
    <w:rsid w:val="0051378C"/>
    <w:rsid w:val="00523FEB"/>
    <w:rsid w:val="00530049"/>
    <w:rsid w:val="0053378B"/>
    <w:rsid w:val="0053761F"/>
    <w:rsid w:val="00547EB0"/>
    <w:rsid w:val="0055146B"/>
    <w:rsid w:val="00552555"/>
    <w:rsid w:val="00554326"/>
    <w:rsid w:val="00561495"/>
    <w:rsid w:val="00570D6F"/>
    <w:rsid w:val="00572A51"/>
    <w:rsid w:val="00581B0D"/>
    <w:rsid w:val="005862E6"/>
    <w:rsid w:val="005879C8"/>
    <w:rsid w:val="0059272C"/>
    <w:rsid w:val="00593D11"/>
    <w:rsid w:val="00595A62"/>
    <w:rsid w:val="00596F81"/>
    <w:rsid w:val="005A52DF"/>
    <w:rsid w:val="005A6655"/>
    <w:rsid w:val="005B0FBA"/>
    <w:rsid w:val="005B164C"/>
    <w:rsid w:val="005B16B5"/>
    <w:rsid w:val="005B49B5"/>
    <w:rsid w:val="005C3B2F"/>
    <w:rsid w:val="005D164F"/>
    <w:rsid w:val="005D4119"/>
    <w:rsid w:val="005E1A3D"/>
    <w:rsid w:val="005E1A7B"/>
    <w:rsid w:val="005F016C"/>
    <w:rsid w:val="005F0FBA"/>
    <w:rsid w:val="005F1126"/>
    <w:rsid w:val="005F3A7B"/>
    <w:rsid w:val="005F3C68"/>
    <w:rsid w:val="005F6B41"/>
    <w:rsid w:val="0061292C"/>
    <w:rsid w:val="00615AEF"/>
    <w:rsid w:val="00615D2B"/>
    <w:rsid w:val="0062362B"/>
    <w:rsid w:val="006262EA"/>
    <w:rsid w:val="00631151"/>
    <w:rsid w:val="00631FD9"/>
    <w:rsid w:val="00632B55"/>
    <w:rsid w:val="006358FE"/>
    <w:rsid w:val="0064385F"/>
    <w:rsid w:val="00644C46"/>
    <w:rsid w:val="00651D7A"/>
    <w:rsid w:val="00653C71"/>
    <w:rsid w:val="00666544"/>
    <w:rsid w:val="0066759A"/>
    <w:rsid w:val="006739C5"/>
    <w:rsid w:val="00677149"/>
    <w:rsid w:val="00677304"/>
    <w:rsid w:val="00681DC8"/>
    <w:rsid w:val="00681F85"/>
    <w:rsid w:val="006825B7"/>
    <w:rsid w:val="00682603"/>
    <w:rsid w:val="006951FE"/>
    <w:rsid w:val="00697D0C"/>
    <w:rsid w:val="006A00EE"/>
    <w:rsid w:val="006A0BCC"/>
    <w:rsid w:val="006A34D5"/>
    <w:rsid w:val="006A4476"/>
    <w:rsid w:val="006C0D63"/>
    <w:rsid w:val="006C6B51"/>
    <w:rsid w:val="006D2316"/>
    <w:rsid w:val="006D343D"/>
    <w:rsid w:val="006D615F"/>
    <w:rsid w:val="006D7B1A"/>
    <w:rsid w:val="006E124A"/>
    <w:rsid w:val="006E1FB3"/>
    <w:rsid w:val="006E34B3"/>
    <w:rsid w:val="006E4A2A"/>
    <w:rsid w:val="006E639A"/>
    <w:rsid w:val="006F2A29"/>
    <w:rsid w:val="00713FEF"/>
    <w:rsid w:val="00716E65"/>
    <w:rsid w:val="0072143A"/>
    <w:rsid w:val="0072333F"/>
    <w:rsid w:val="00725BCF"/>
    <w:rsid w:val="00725DA7"/>
    <w:rsid w:val="007410B4"/>
    <w:rsid w:val="00741FD6"/>
    <w:rsid w:val="00743885"/>
    <w:rsid w:val="007515AA"/>
    <w:rsid w:val="007556D6"/>
    <w:rsid w:val="00755C0C"/>
    <w:rsid w:val="00776672"/>
    <w:rsid w:val="007769E7"/>
    <w:rsid w:val="00776C93"/>
    <w:rsid w:val="00780707"/>
    <w:rsid w:val="00780A31"/>
    <w:rsid w:val="00784241"/>
    <w:rsid w:val="0079246F"/>
    <w:rsid w:val="0079601E"/>
    <w:rsid w:val="00796076"/>
    <w:rsid w:val="007A1A62"/>
    <w:rsid w:val="007A3B9B"/>
    <w:rsid w:val="007B1BE4"/>
    <w:rsid w:val="007C5ECA"/>
    <w:rsid w:val="007C7883"/>
    <w:rsid w:val="007E2BAB"/>
    <w:rsid w:val="007E300C"/>
    <w:rsid w:val="007E513D"/>
    <w:rsid w:val="007F3E75"/>
    <w:rsid w:val="007F4F88"/>
    <w:rsid w:val="007F74EE"/>
    <w:rsid w:val="008021D8"/>
    <w:rsid w:val="008078CA"/>
    <w:rsid w:val="00831E33"/>
    <w:rsid w:val="008324B6"/>
    <w:rsid w:val="00835107"/>
    <w:rsid w:val="008477D6"/>
    <w:rsid w:val="00847A48"/>
    <w:rsid w:val="0085017C"/>
    <w:rsid w:val="0086694C"/>
    <w:rsid w:val="008719F5"/>
    <w:rsid w:val="00871DC7"/>
    <w:rsid w:val="00872FA4"/>
    <w:rsid w:val="00880B1A"/>
    <w:rsid w:val="008843E2"/>
    <w:rsid w:val="00890BDF"/>
    <w:rsid w:val="008A1116"/>
    <w:rsid w:val="008A6CE3"/>
    <w:rsid w:val="008B2409"/>
    <w:rsid w:val="008B28F9"/>
    <w:rsid w:val="008C00C6"/>
    <w:rsid w:val="008C1845"/>
    <w:rsid w:val="008C33B6"/>
    <w:rsid w:val="008C4409"/>
    <w:rsid w:val="008D1D24"/>
    <w:rsid w:val="008D473B"/>
    <w:rsid w:val="008D7110"/>
    <w:rsid w:val="008E0CF8"/>
    <w:rsid w:val="008F426F"/>
    <w:rsid w:val="008F5870"/>
    <w:rsid w:val="008F6169"/>
    <w:rsid w:val="00906E71"/>
    <w:rsid w:val="00926EEE"/>
    <w:rsid w:val="009339C4"/>
    <w:rsid w:val="009375E2"/>
    <w:rsid w:val="00946D7B"/>
    <w:rsid w:val="00952B73"/>
    <w:rsid w:val="00953301"/>
    <w:rsid w:val="00965A16"/>
    <w:rsid w:val="00975FFF"/>
    <w:rsid w:val="009807D8"/>
    <w:rsid w:val="00986591"/>
    <w:rsid w:val="00991305"/>
    <w:rsid w:val="00992FA5"/>
    <w:rsid w:val="009977AD"/>
    <w:rsid w:val="009A3180"/>
    <w:rsid w:val="009A41D3"/>
    <w:rsid w:val="009C3480"/>
    <w:rsid w:val="009C3B8F"/>
    <w:rsid w:val="009C427D"/>
    <w:rsid w:val="009D02B7"/>
    <w:rsid w:val="009D25E4"/>
    <w:rsid w:val="009D3BFF"/>
    <w:rsid w:val="009E314C"/>
    <w:rsid w:val="009E550D"/>
    <w:rsid w:val="009E5815"/>
    <w:rsid w:val="009F16E7"/>
    <w:rsid w:val="009F3CE7"/>
    <w:rsid w:val="00A010BE"/>
    <w:rsid w:val="00A07070"/>
    <w:rsid w:val="00A1105B"/>
    <w:rsid w:val="00A11766"/>
    <w:rsid w:val="00A2015D"/>
    <w:rsid w:val="00A23D7A"/>
    <w:rsid w:val="00A258D1"/>
    <w:rsid w:val="00A25D68"/>
    <w:rsid w:val="00A27437"/>
    <w:rsid w:val="00A27C42"/>
    <w:rsid w:val="00A3595E"/>
    <w:rsid w:val="00A40EF3"/>
    <w:rsid w:val="00A47045"/>
    <w:rsid w:val="00A4789D"/>
    <w:rsid w:val="00A47D37"/>
    <w:rsid w:val="00A47E31"/>
    <w:rsid w:val="00A55B35"/>
    <w:rsid w:val="00A57351"/>
    <w:rsid w:val="00A6087B"/>
    <w:rsid w:val="00A66135"/>
    <w:rsid w:val="00A67966"/>
    <w:rsid w:val="00A70BA5"/>
    <w:rsid w:val="00A70D35"/>
    <w:rsid w:val="00A775DE"/>
    <w:rsid w:val="00A8327C"/>
    <w:rsid w:val="00A86C91"/>
    <w:rsid w:val="00A87B49"/>
    <w:rsid w:val="00A91924"/>
    <w:rsid w:val="00A95E6D"/>
    <w:rsid w:val="00AA1522"/>
    <w:rsid w:val="00AA6118"/>
    <w:rsid w:val="00AB3531"/>
    <w:rsid w:val="00AB6BBB"/>
    <w:rsid w:val="00AB72DE"/>
    <w:rsid w:val="00AC1F73"/>
    <w:rsid w:val="00AC244A"/>
    <w:rsid w:val="00AC64BA"/>
    <w:rsid w:val="00AC7B3E"/>
    <w:rsid w:val="00AD46A1"/>
    <w:rsid w:val="00AD60AE"/>
    <w:rsid w:val="00AD61F8"/>
    <w:rsid w:val="00AE0091"/>
    <w:rsid w:val="00AE3BB3"/>
    <w:rsid w:val="00AF3F2E"/>
    <w:rsid w:val="00B14E60"/>
    <w:rsid w:val="00B174AB"/>
    <w:rsid w:val="00B17AE4"/>
    <w:rsid w:val="00B20C09"/>
    <w:rsid w:val="00B21DB8"/>
    <w:rsid w:val="00B24937"/>
    <w:rsid w:val="00B25065"/>
    <w:rsid w:val="00B269D9"/>
    <w:rsid w:val="00B502A7"/>
    <w:rsid w:val="00B50B3A"/>
    <w:rsid w:val="00B50F5A"/>
    <w:rsid w:val="00B52AD8"/>
    <w:rsid w:val="00B5569A"/>
    <w:rsid w:val="00B6261B"/>
    <w:rsid w:val="00B63EE3"/>
    <w:rsid w:val="00B6645A"/>
    <w:rsid w:val="00B6670F"/>
    <w:rsid w:val="00B6751D"/>
    <w:rsid w:val="00B736E7"/>
    <w:rsid w:val="00B761D2"/>
    <w:rsid w:val="00B76E27"/>
    <w:rsid w:val="00B82503"/>
    <w:rsid w:val="00B82C47"/>
    <w:rsid w:val="00B8632C"/>
    <w:rsid w:val="00B87A38"/>
    <w:rsid w:val="00B91DD4"/>
    <w:rsid w:val="00B9584B"/>
    <w:rsid w:val="00B9595E"/>
    <w:rsid w:val="00BA5FE1"/>
    <w:rsid w:val="00BB0EF6"/>
    <w:rsid w:val="00BB40FB"/>
    <w:rsid w:val="00BB732F"/>
    <w:rsid w:val="00BC0F00"/>
    <w:rsid w:val="00BC60EA"/>
    <w:rsid w:val="00BD1D5B"/>
    <w:rsid w:val="00BD4759"/>
    <w:rsid w:val="00BD4A61"/>
    <w:rsid w:val="00BD58D4"/>
    <w:rsid w:val="00BD6934"/>
    <w:rsid w:val="00BE0E79"/>
    <w:rsid w:val="00BE1026"/>
    <w:rsid w:val="00BE3841"/>
    <w:rsid w:val="00BE5EAD"/>
    <w:rsid w:val="00BF132B"/>
    <w:rsid w:val="00BF60F2"/>
    <w:rsid w:val="00C03ADE"/>
    <w:rsid w:val="00C043A5"/>
    <w:rsid w:val="00C052CD"/>
    <w:rsid w:val="00C07D82"/>
    <w:rsid w:val="00C1359A"/>
    <w:rsid w:val="00C21E85"/>
    <w:rsid w:val="00C232BD"/>
    <w:rsid w:val="00C236A5"/>
    <w:rsid w:val="00C244EF"/>
    <w:rsid w:val="00C32394"/>
    <w:rsid w:val="00C3342E"/>
    <w:rsid w:val="00C354AB"/>
    <w:rsid w:val="00C3761B"/>
    <w:rsid w:val="00C46A78"/>
    <w:rsid w:val="00C47268"/>
    <w:rsid w:val="00C53300"/>
    <w:rsid w:val="00C57819"/>
    <w:rsid w:val="00C57EEC"/>
    <w:rsid w:val="00C62E6A"/>
    <w:rsid w:val="00C63359"/>
    <w:rsid w:val="00C72197"/>
    <w:rsid w:val="00C77AC5"/>
    <w:rsid w:val="00C839AB"/>
    <w:rsid w:val="00C872C4"/>
    <w:rsid w:val="00C8739D"/>
    <w:rsid w:val="00C94728"/>
    <w:rsid w:val="00C96BD7"/>
    <w:rsid w:val="00CA084B"/>
    <w:rsid w:val="00CA1C23"/>
    <w:rsid w:val="00CA1E4C"/>
    <w:rsid w:val="00CA681D"/>
    <w:rsid w:val="00CA7417"/>
    <w:rsid w:val="00CC2D9B"/>
    <w:rsid w:val="00CD0233"/>
    <w:rsid w:val="00CE112F"/>
    <w:rsid w:val="00CE25B1"/>
    <w:rsid w:val="00CE365A"/>
    <w:rsid w:val="00CE4BD2"/>
    <w:rsid w:val="00CE5A96"/>
    <w:rsid w:val="00CE5EA2"/>
    <w:rsid w:val="00CE7602"/>
    <w:rsid w:val="00CF0C81"/>
    <w:rsid w:val="00CF12A3"/>
    <w:rsid w:val="00CF1E0D"/>
    <w:rsid w:val="00CF1EE1"/>
    <w:rsid w:val="00D01648"/>
    <w:rsid w:val="00D02520"/>
    <w:rsid w:val="00D046B5"/>
    <w:rsid w:val="00D059C3"/>
    <w:rsid w:val="00D05EDD"/>
    <w:rsid w:val="00D06B62"/>
    <w:rsid w:val="00D10934"/>
    <w:rsid w:val="00D176E1"/>
    <w:rsid w:val="00D210DC"/>
    <w:rsid w:val="00D2301F"/>
    <w:rsid w:val="00D257EB"/>
    <w:rsid w:val="00D25F76"/>
    <w:rsid w:val="00D27B5E"/>
    <w:rsid w:val="00D3587C"/>
    <w:rsid w:val="00D363EC"/>
    <w:rsid w:val="00D46F4F"/>
    <w:rsid w:val="00D5186F"/>
    <w:rsid w:val="00D53692"/>
    <w:rsid w:val="00D53704"/>
    <w:rsid w:val="00D567C2"/>
    <w:rsid w:val="00D56903"/>
    <w:rsid w:val="00D64C8D"/>
    <w:rsid w:val="00D71FD0"/>
    <w:rsid w:val="00D72C4A"/>
    <w:rsid w:val="00D743CC"/>
    <w:rsid w:val="00D7525C"/>
    <w:rsid w:val="00D77840"/>
    <w:rsid w:val="00D803E5"/>
    <w:rsid w:val="00D836C4"/>
    <w:rsid w:val="00D90C1D"/>
    <w:rsid w:val="00D93D1B"/>
    <w:rsid w:val="00DA0EE9"/>
    <w:rsid w:val="00DA17D1"/>
    <w:rsid w:val="00DA68F9"/>
    <w:rsid w:val="00DA6A54"/>
    <w:rsid w:val="00DB06C9"/>
    <w:rsid w:val="00DB221D"/>
    <w:rsid w:val="00DC0C53"/>
    <w:rsid w:val="00DD1A0C"/>
    <w:rsid w:val="00DD387A"/>
    <w:rsid w:val="00DD633E"/>
    <w:rsid w:val="00DE052D"/>
    <w:rsid w:val="00DE1A9B"/>
    <w:rsid w:val="00DF03EF"/>
    <w:rsid w:val="00DF4410"/>
    <w:rsid w:val="00DF4558"/>
    <w:rsid w:val="00DF4F05"/>
    <w:rsid w:val="00E00269"/>
    <w:rsid w:val="00E04EDE"/>
    <w:rsid w:val="00E15154"/>
    <w:rsid w:val="00E22C1C"/>
    <w:rsid w:val="00E24EAC"/>
    <w:rsid w:val="00E276E7"/>
    <w:rsid w:val="00E30199"/>
    <w:rsid w:val="00E30D6D"/>
    <w:rsid w:val="00E36E3B"/>
    <w:rsid w:val="00E41BD0"/>
    <w:rsid w:val="00E46738"/>
    <w:rsid w:val="00E56834"/>
    <w:rsid w:val="00E65FF4"/>
    <w:rsid w:val="00E72F69"/>
    <w:rsid w:val="00E74AF3"/>
    <w:rsid w:val="00E750A3"/>
    <w:rsid w:val="00E774CB"/>
    <w:rsid w:val="00E77D13"/>
    <w:rsid w:val="00E81A1F"/>
    <w:rsid w:val="00E84445"/>
    <w:rsid w:val="00E84C28"/>
    <w:rsid w:val="00E856F2"/>
    <w:rsid w:val="00E86810"/>
    <w:rsid w:val="00E86F3B"/>
    <w:rsid w:val="00E906BE"/>
    <w:rsid w:val="00E95AF3"/>
    <w:rsid w:val="00EA6916"/>
    <w:rsid w:val="00EB36D5"/>
    <w:rsid w:val="00EB4996"/>
    <w:rsid w:val="00EB4FA1"/>
    <w:rsid w:val="00EB60E5"/>
    <w:rsid w:val="00EB6F50"/>
    <w:rsid w:val="00EC3674"/>
    <w:rsid w:val="00EC5A3B"/>
    <w:rsid w:val="00ED2DAB"/>
    <w:rsid w:val="00ED5150"/>
    <w:rsid w:val="00ED52E6"/>
    <w:rsid w:val="00ED5EB5"/>
    <w:rsid w:val="00EE199D"/>
    <w:rsid w:val="00EF1261"/>
    <w:rsid w:val="00EF2BF3"/>
    <w:rsid w:val="00F01AF4"/>
    <w:rsid w:val="00F02648"/>
    <w:rsid w:val="00F0417E"/>
    <w:rsid w:val="00F0463B"/>
    <w:rsid w:val="00F05FF0"/>
    <w:rsid w:val="00F07121"/>
    <w:rsid w:val="00F11460"/>
    <w:rsid w:val="00F13E16"/>
    <w:rsid w:val="00F1424C"/>
    <w:rsid w:val="00F24147"/>
    <w:rsid w:val="00F246E6"/>
    <w:rsid w:val="00F47700"/>
    <w:rsid w:val="00F54626"/>
    <w:rsid w:val="00F57460"/>
    <w:rsid w:val="00F6428F"/>
    <w:rsid w:val="00F704D1"/>
    <w:rsid w:val="00F80DC8"/>
    <w:rsid w:val="00F82F50"/>
    <w:rsid w:val="00F83AB3"/>
    <w:rsid w:val="00F85B06"/>
    <w:rsid w:val="00F90733"/>
    <w:rsid w:val="00F92968"/>
    <w:rsid w:val="00FA15E7"/>
    <w:rsid w:val="00FB0246"/>
    <w:rsid w:val="00FB2688"/>
    <w:rsid w:val="00FB45D1"/>
    <w:rsid w:val="00FD08FB"/>
    <w:rsid w:val="00FD62E2"/>
    <w:rsid w:val="00FD6C45"/>
    <w:rsid w:val="00FD7B79"/>
    <w:rsid w:val="00FE1ACB"/>
    <w:rsid w:val="00FE4696"/>
    <w:rsid w:val="00FE5A16"/>
    <w:rsid w:val="00FE6EE3"/>
    <w:rsid w:val="00FE6F08"/>
    <w:rsid w:val="00FF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10FEE3CA-CB77-4DC2-84A5-E71429242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6E7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026132"/>
    <w:pPr>
      <w:keepNext/>
      <w:numPr>
        <w:numId w:val="1"/>
      </w:numPr>
      <w:spacing w:before="120" w:after="240"/>
      <w:outlineLvl w:val="0"/>
    </w:pPr>
    <w:rPr>
      <w:rFonts w:cs="Arial"/>
      <w:b/>
      <w:bCs/>
      <w:caps/>
      <w:sz w:val="28"/>
      <w:u w:val="single"/>
    </w:rPr>
  </w:style>
  <w:style w:type="paragraph" w:styleId="Nadpis2">
    <w:name w:val="heading 2"/>
    <w:basedOn w:val="Normln"/>
    <w:next w:val="Normln"/>
    <w:qFormat/>
    <w:rsid w:val="00026132"/>
    <w:pPr>
      <w:keepNext/>
      <w:numPr>
        <w:ilvl w:val="1"/>
        <w:numId w:val="1"/>
      </w:numPr>
      <w:spacing w:before="120" w:after="240"/>
      <w:outlineLvl w:val="1"/>
    </w:pPr>
    <w:rPr>
      <w:rFonts w:cs="Arial"/>
      <w:b/>
      <w:bCs/>
      <w:caps/>
      <w:u w:val="single"/>
    </w:rPr>
  </w:style>
  <w:style w:type="paragraph" w:styleId="Nadpis3">
    <w:name w:val="heading 3"/>
    <w:basedOn w:val="Normln"/>
    <w:next w:val="Normln"/>
    <w:qFormat/>
    <w:rsid w:val="00026132"/>
    <w:pPr>
      <w:keepNext/>
      <w:numPr>
        <w:ilvl w:val="2"/>
        <w:numId w:val="1"/>
      </w:numPr>
      <w:spacing w:before="120" w:after="240" w:line="360" w:lineRule="auto"/>
      <w:outlineLvl w:val="2"/>
    </w:pPr>
    <w:rPr>
      <w:rFonts w:cs="Arial"/>
      <w:b/>
      <w:bCs/>
      <w:u w:val="single"/>
    </w:rPr>
  </w:style>
  <w:style w:type="paragraph" w:styleId="Nadpis4">
    <w:name w:val="heading 4"/>
    <w:basedOn w:val="Normln"/>
    <w:next w:val="Normln"/>
    <w:qFormat/>
    <w:rsid w:val="00026132"/>
    <w:pPr>
      <w:keepNext/>
      <w:numPr>
        <w:ilvl w:val="3"/>
        <w:numId w:val="1"/>
      </w:numPr>
      <w:spacing w:before="120" w:after="240"/>
      <w:outlineLvl w:val="3"/>
    </w:pPr>
    <w:rPr>
      <w:b/>
      <w:bCs/>
      <w:szCs w:val="28"/>
      <w:u w:val="single"/>
    </w:rPr>
  </w:style>
  <w:style w:type="paragraph" w:styleId="Nadpis5">
    <w:name w:val="heading 5"/>
    <w:basedOn w:val="Normln"/>
    <w:next w:val="Normln"/>
    <w:qFormat/>
    <w:rsid w:val="0002613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02613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026132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02613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02613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1. Zeile"/>
    <w:basedOn w:val="Normln"/>
    <w:link w:val="ZhlavChar"/>
    <w:uiPriority w:val="99"/>
    <w:rsid w:val="0002613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2613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26132"/>
  </w:style>
  <w:style w:type="paragraph" w:styleId="Nzev">
    <w:name w:val="Title"/>
    <w:basedOn w:val="Normln"/>
    <w:qFormat/>
    <w:rsid w:val="00026132"/>
    <w:pPr>
      <w:jc w:val="center"/>
    </w:pPr>
    <w:rPr>
      <w:rFonts w:cs="Arial"/>
      <w:b/>
      <w:bCs/>
      <w:sz w:val="32"/>
    </w:rPr>
  </w:style>
  <w:style w:type="paragraph" w:styleId="Rozloendokumentu">
    <w:name w:val="Document Map"/>
    <w:basedOn w:val="Normln"/>
    <w:semiHidden/>
    <w:rsid w:val="00026132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"/>
    <w:next w:val="Normln"/>
    <w:autoRedefine/>
    <w:semiHidden/>
    <w:rsid w:val="00026132"/>
    <w:pPr>
      <w:tabs>
        <w:tab w:val="left" w:pos="1134"/>
        <w:tab w:val="right" w:leader="dot" w:pos="9061"/>
      </w:tabs>
      <w:spacing w:line="360" w:lineRule="auto"/>
      <w:ind w:left="1134" w:hanging="1134"/>
    </w:pPr>
    <w:rPr>
      <w:b/>
      <w:caps/>
    </w:rPr>
  </w:style>
  <w:style w:type="paragraph" w:styleId="Obsah2">
    <w:name w:val="toc 2"/>
    <w:basedOn w:val="Normln"/>
    <w:next w:val="Normln"/>
    <w:autoRedefine/>
    <w:semiHidden/>
    <w:rsid w:val="000352EA"/>
    <w:pPr>
      <w:tabs>
        <w:tab w:val="left" w:pos="1134"/>
        <w:tab w:val="right" w:leader="dot" w:pos="9061"/>
      </w:tabs>
      <w:spacing w:line="360" w:lineRule="auto"/>
      <w:ind w:left="1134" w:hanging="1134"/>
    </w:pPr>
  </w:style>
  <w:style w:type="paragraph" w:styleId="Obsah3">
    <w:name w:val="toc 3"/>
    <w:basedOn w:val="Normln"/>
    <w:next w:val="Normln"/>
    <w:autoRedefine/>
    <w:semiHidden/>
    <w:rsid w:val="00026132"/>
    <w:pPr>
      <w:tabs>
        <w:tab w:val="left" w:pos="1134"/>
        <w:tab w:val="right" w:leader="dot" w:pos="9061"/>
      </w:tabs>
      <w:spacing w:line="360" w:lineRule="auto"/>
    </w:pPr>
  </w:style>
  <w:style w:type="character" w:styleId="Hypertextovodkaz">
    <w:name w:val="Hyperlink"/>
    <w:basedOn w:val="Standardnpsmoodstavce"/>
    <w:uiPriority w:val="99"/>
    <w:rsid w:val="00026132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DA68F9"/>
    <w:rPr>
      <w:sz w:val="16"/>
      <w:szCs w:val="16"/>
    </w:rPr>
  </w:style>
  <w:style w:type="paragraph" w:styleId="Textkomente">
    <w:name w:val="annotation text"/>
    <w:basedOn w:val="Normln"/>
    <w:semiHidden/>
    <w:rsid w:val="00DA68F9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68F9"/>
    <w:rPr>
      <w:b/>
      <w:bCs/>
    </w:rPr>
  </w:style>
  <w:style w:type="paragraph" w:styleId="Textbubliny">
    <w:name w:val="Balloon Text"/>
    <w:basedOn w:val="Normln"/>
    <w:semiHidden/>
    <w:rsid w:val="00DA68F9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F04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rsid w:val="00697D0C"/>
    <w:pPr>
      <w:tabs>
        <w:tab w:val="left" w:pos="0"/>
        <w:tab w:val="left" w:pos="567"/>
        <w:tab w:val="left" w:pos="2268"/>
        <w:tab w:val="left" w:pos="4536"/>
        <w:tab w:val="left" w:pos="6804"/>
      </w:tabs>
      <w:jc w:val="both"/>
    </w:pPr>
    <w:rPr>
      <w:i/>
      <w:szCs w:val="20"/>
    </w:rPr>
  </w:style>
  <w:style w:type="paragraph" w:customStyle="1" w:styleId="Textodstavce">
    <w:name w:val="Text odstavce"/>
    <w:basedOn w:val="Normln"/>
    <w:rsid w:val="00EB4FA1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Cs w:val="20"/>
    </w:rPr>
  </w:style>
  <w:style w:type="paragraph" w:customStyle="1" w:styleId="Textbodu">
    <w:name w:val="Text bodu"/>
    <w:basedOn w:val="Normln"/>
    <w:rsid w:val="00EB4FA1"/>
    <w:pPr>
      <w:numPr>
        <w:ilvl w:val="2"/>
        <w:numId w:val="2"/>
      </w:numPr>
      <w:jc w:val="both"/>
      <w:outlineLvl w:val="8"/>
    </w:pPr>
    <w:rPr>
      <w:rFonts w:ascii="Times New Roman" w:hAnsi="Times New Roman"/>
      <w:szCs w:val="20"/>
    </w:rPr>
  </w:style>
  <w:style w:type="paragraph" w:customStyle="1" w:styleId="Textpsmene">
    <w:name w:val="Text písmene"/>
    <w:basedOn w:val="Normln"/>
    <w:rsid w:val="00EB4FA1"/>
    <w:pPr>
      <w:numPr>
        <w:ilvl w:val="1"/>
        <w:numId w:val="2"/>
      </w:numPr>
      <w:jc w:val="both"/>
      <w:outlineLvl w:val="7"/>
    </w:pPr>
    <w:rPr>
      <w:rFonts w:ascii="Times New Roman" w:hAnsi="Times New Roman"/>
      <w:szCs w:val="20"/>
    </w:rPr>
  </w:style>
  <w:style w:type="paragraph" w:customStyle="1" w:styleId="StylNadpis2nenTunBezpodtrenDolejednoduchAuto">
    <w:name w:val="Styl Nadpis 2 + není Tučné Bez podtržení Dole: (jednoduché Auto..."/>
    <w:basedOn w:val="Nadpis2"/>
    <w:rsid w:val="0046073A"/>
    <w:pPr>
      <w:pBdr>
        <w:bottom w:val="single" w:sz="4" w:space="1" w:color="auto"/>
      </w:pBdr>
    </w:pPr>
    <w:rPr>
      <w:rFonts w:cs="Times New Roman"/>
      <w:b w:val="0"/>
      <w:bCs w:val="0"/>
      <w:sz w:val="28"/>
      <w:szCs w:val="20"/>
      <w:u w:val="none"/>
    </w:rPr>
  </w:style>
  <w:style w:type="paragraph" w:customStyle="1" w:styleId="StylNadpis2BezpodtrenmezijednoduchAutomatick0">
    <w:name w:val="Styl Nadpis 2 + Bez podtržení mezi : (jednoduché Automatická  0..."/>
    <w:basedOn w:val="Nadpis2"/>
    <w:rsid w:val="00644C46"/>
    <w:pPr>
      <w:numPr>
        <w:ilvl w:val="0"/>
        <w:numId w:val="0"/>
      </w:numPr>
      <w:pBdr>
        <w:between w:val="single" w:sz="4" w:space="1" w:color="auto"/>
      </w:pBdr>
      <w:tabs>
        <w:tab w:val="num" w:pos="720"/>
      </w:tabs>
      <w:ind w:left="720" w:hanging="720"/>
    </w:pPr>
    <w:rPr>
      <w:rFonts w:cs="Times New Roman"/>
      <w:szCs w:val="20"/>
      <w:u w:val="none"/>
    </w:rPr>
  </w:style>
  <w:style w:type="paragraph" w:customStyle="1" w:styleId="StylStylNadpis2nenTunBezpodtrenDolejednoduchAu">
    <w:name w:val="Styl Styl Nadpis 2 + není Tučné Bez podtržení Dole: (jednoduché Au..."/>
    <w:basedOn w:val="StylNadpis2nenTunBezpodtrenDolejednoduchAuto"/>
    <w:rsid w:val="00BB732F"/>
    <w:pPr>
      <w:pBdr>
        <w:bottom w:val="none" w:sz="0" w:space="0" w:color="auto"/>
      </w:pBdr>
    </w:pPr>
    <w:rPr>
      <w:b/>
    </w:rPr>
  </w:style>
  <w:style w:type="paragraph" w:customStyle="1" w:styleId="StylStylNadpis2BezpodtrenmezijednoduchAutomatick">
    <w:name w:val="Styl Styl Nadpis 2 + Bez podtržení mezi : (jednoduché Automatická ..."/>
    <w:basedOn w:val="Normln"/>
    <w:next w:val="StylNadpis2BezpodtrenmezijednoduchAutomatick0"/>
    <w:autoRedefine/>
    <w:rsid w:val="00A66135"/>
    <w:pPr>
      <w:numPr>
        <w:numId w:val="6"/>
      </w:numPr>
    </w:pPr>
  </w:style>
  <w:style w:type="paragraph" w:customStyle="1" w:styleId="StylNadpis4Vechnavelk">
    <w:name w:val="Styl Nadpis 4 + Všechna velká"/>
    <w:basedOn w:val="StylNadpis2BezpodtrenmezijednoduchAutomatick0"/>
    <w:next w:val="StylStylNadpis2BezpodtrenmezijednoduchAutomatick"/>
    <w:rsid w:val="00A66135"/>
    <w:pPr>
      <w:numPr>
        <w:ilvl w:val="1"/>
        <w:numId w:val="1"/>
      </w:numPr>
    </w:pPr>
    <w:rPr>
      <w:b w:val="0"/>
      <w:bCs w:val="0"/>
      <w:caps w:val="0"/>
    </w:rPr>
  </w:style>
  <w:style w:type="paragraph" w:customStyle="1" w:styleId="StylNadpis2DolejednoduchAutomatick05bkary">
    <w:name w:val="Styl Nadpis 2 + Dole: (jednoduché Automatická  05 b. šířka čáry)"/>
    <w:basedOn w:val="Nadpis2"/>
    <w:rsid w:val="00A66135"/>
    <w:pPr>
      <w:pBdr>
        <w:bottom w:val="single" w:sz="4" w:space="1" w:color="auto"/>
      </w:pBdr>
      <w:tabs>
        <w:tab w:val="clear" w:pos="1004"/>
        <w:tab w:val="num" w:pos="720"/>
      </w:tabs>
      <w:ind w:left="720"/>
    </w:pPr>
    <w:rPr>
      <w:rFonts w:cs="Times New Roman"/>
      <w:bCs w:val="0"/>
      <w:sz w:val="28"/>
      <w:szCs w:val="20"/>
      <w:u w:val="none"/>
    </w:rPr>
  </w:style>
  <w:style w:type="paragraph" w:customStyle="1" w:styleId="Zkladntext21">
    <w:name w:val="Základní text 21"/>
    <w:basedOn w:val="Normln"/>
    <w:rsid w:val="00B6645A"/>
    <w:pPr>
      <w:ind w:left="510"/>
      <w:jc w:val="both"/>
    </w:pPr>
    <w:rPr>
      <w:sz w:val="22"/>
      <w:szCs w:val="20"/>
    </w:rPr>
  </w:style>
  <w:style w:type="character" w:customStyle="1" w:styleId="ZhlavChar">
    <w:name w:val="Záhlaví Char"/>
    <w:aliases w:val="záhlaví Char,1. Zeile Char"/>
    <w:basedOn w:val="Standardnpsmoodstavce"/>
    <w:link w:val="Zhlav"/>
    <w:uiPriority w:val="99"/>
    <w:locked/>
    <w:rsid w:val="003F4B6B"/>
    <w:rPr>
      <w:rFonts w:ascii="Arial" w:hAnsi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F0FBA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986591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knakal.jiri@gmail.com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PROVOZ\Firemni%20formulare\Formular%20na%20dokumentaci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85A67-38DB-4EEB-BEC9-81ABB03C5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 na dokumentaci</Template>
  <TotalTime>28</TotalTime>
  <Pages>2</Pages>
  <Words>174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ÚSTÍ NAD LABEM</vt:lpstr>
    </vt:vector>
  </TitlesOfParts>
  <Company>ARCH PROJEKT s.r.o.</Company>
  <LinksUpToDate>false</LinksUpToDate>
  <CharactersWithSpaces>1044</CharactersWithSpaces>
  <SharedDoc>false</SharedDoc>
  <HLinks>
    <vt:vector size="6" baseType="variant">
      <vt:variant>
        <vt:i4>458788</vt:i4>
      </vt:variant>
      <vt:variant>
        <vt:i4>0</vt:i4>
      </vt:variant>
      <vt:variant>
        <vt:i4>0</vt:i4>
      </vt:variant>
      <vt:variant>
        <vt:i4>5</vt:i4>
      </vt:variant>
      <vt:variant>
        <vt:lpwstr>mailto:projekty-cz@projekty-cz.eu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ÚSTÍ NAD LABEM</dc:title>
  <dc:creator>Provoz</dc:creator>
  <cp:lastModifiedBy>User</cp:lastModifiedBy>
  <cp:revision>3</cp:revision>
  <cp:lastPrinted>2019-06-21T09:59:00Z</cp:lastPrinted>
  <dcterms:created xsi:type="dcterms:W3CDTF">2019-08-20T10:01:00Z</dcterms:created>
  <dcterms:modified xsi:type="dcterms:W3CDTF">2019-08-20T10:29:00Z</dcterms:modified>
</cp:coreProperties>
</file>